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1256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E5CC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E5CCC">
        <w:rPr>
          <w:rFonts w:ascii="Corbel" w:hAnsi="Corbel"/>
          <w:bCs/>
          <w:i/>
        </w:rPr>
        <w:t>23</w:t>
      </w:r>
    </w:p>
    <w:p w14:paraId="39151E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4EBA1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E06FB">
        <w:rPr>
          <w:rFonts w:ascii="Corbel" w:hAnsi="Corbel"/>
          <w:b/>
          <w:smallCaps/>
          <w:sz w:val="24"/>
          <w:szCs w:val="24"/>
        </w:rPr>
        <w:t>202</w:t>
      </w:r>
      <w:r w:rsidR="000B4C55">
        <w:rPr>
          <w:rFonts w:ascii="Corbel" w:hAnsi="Corbel"/>
          <w:b/>
          <w:smallCaps/>
          <w:sz w:val="24"/>
          <w:szCs w:val="24"/>
        </w:rPr>
        <w:t>5</w:t>
      </w:r>
      <w:r w:rsidR="0050320B">
        <w:rPr>
          <w:rFonts w:ascii="Corbel" w:hAnsi="Corbel"/>
          <w:b/>
          <w:smallCaps/>
          <w:sz w:val="24"/>
          <w:szCs w:val="24"/>
        </w:rPr>
        <w:t>–</w:t>
      </w:r>
      <w:r w:rsidR="00B101D5">
        <w:rPr>
          <w:rFonts w:ascii="Corbel" w:hAnsi="Corbel"/>
          <w:b/>
          <w:smallCaps/>
          <w:sz w:val="24"/>
          <w:szCs w:val="24"/>
        </w:rPr>
        <w:t>202</w:t>
      </w:r>
      <w:r w:rsidR="000B4C55">
        <w:rPr>
          <w:rFonts w:ascii="Corbel" w:hAnsi="Corbel"/>
          <w:b/>
          <w:smallCaps/>
          <w:sz w:val="24"/>
          <w:szCs w:val="24"/>
        </w:rPr>
        <w:t>7</w:t>
      </w:r>
    </w:p>
    <w:p w14:paraId="3946C79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640322" w14:textId="1B68C97F" w:rsidR="00445970" w:rsidRPr="00471D6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0"/>
        </w:rPr>
      </w:pPr>
      <w:r w:rsidRPr="00471D6E">
        <w:rPr>
          <w:rFonts w:ascii="Corbel" w:hAnsi="Corbel"/>
          <w:sz w:val="24"/>
          <w:szCs w:val="20"/>
        </w:rPr>
        <w:tab/>
      </w:r>
      <w:r w:rsidRPr="00471D6E">
        <w:rPr>
          <w:rFonts w:ascii="Corbel" w:hAnsi="Corbel"/>
          <w:sz w:val="24"/>
          <w:szCs w:val="20"/>
        </w:rPr>
        <w:tab/>
      </w:r>
      <w:r w:rsidRPr="00471D6E">
        <w:rPr>
          <w:rFonts w:ascii="Corbel" w:hAnsi="Corbel"/>
          <w:sz w:val="24"/>
          <w:szCs w:val="20"/>
        </w:rPr>
        <w:tab/>
      </w:r>
      <w:r w:rsidRPr="00471D6E">
        <w:rPr>
          <w:rFonts w:ascii="Corbel" w:hAnsi="Corbel"/>
          <w:sz w:val="24"/>
          <w:szCs w:val="20"/>
        </w:rPr>
        <w:tab/>
      </w:r>
      <w:r w:rsidRPr="00207720">
        <w:rPr>
          <w:rFonts w:ascii="Corbel" w:hAnsi="Corbel"/>
          <w:sz w:val="20"/>
          <w:szCs w:val="20"/>
        </w:rPr>
        <w:t xml:space="preserve">Rok akademicki   </w:t>
      </w:r>
      <w:r w:rsidR="00B101D5" w:rsidRPr="00471D6E">
        <w:rPr>
          <w:rFonts w:ascii="Corbel" w:hAnsi="Corbel"/>
          <w:sz w:val="24"/>
          <w:szCs w:val="20"/>
        </w:rPr>
        <w:t>20</w:t>
      </w:r>
      <w:r w:rsidR="00BE06FB" w:rsidRPr="00471D6E">
        <w:rPr>
          <w:rFonts w:ascii="Corbel" w:hAnsi="Corbel"/>
          <w:sz w:val="24"/>
          <w:szCs w:val="20"/>
        </w:rPr>
        <w:t>2</w:t>
      </w:r>
      <w:r w:rsidR="007E358A">
        <w:rPr>
          <w:rFonts w:ascii="Corbel" w:hAnsi="Corbel"/>
          <w:sz w:val="24"/>
          <w:szCs w:val="20"/>
        </w:rPr>
        <w:t>6</w:t>
      </w:r>
      <w:r w:rsidR="00DD0F6B" w:rsidRPr="00471D6E">
        <w:rPr>
          <w:rFonts w:ascii="Corbel" w:hAnsi="Corbel"/>
          <w:sz w:val="24"/>
          <w:szCs w:val="20"/>
        </w:rPr>
        <w:t>/20</w:t>
      </w:r>
      <w:r w:rsidR="00BE06FB" w:rsidRPr="00471D6E">
        <w:rPr>
          <w:rFonts w:ascii="Corbel" w:hAnsi="Corbel"/>
          <w:sz w:val="24"/>
          <w:szCs w:val="20"/>
        </w:rPr>
        <w:t>2</w:t>
      </w:r>
      <w:r w:rsidR="007E358A">
        <w:rPr>
          <w:rFonts w:ascii="Corbel" w:hAnsi="Corbel"/>
          <w:sz w:val="24"/>
          <w:szCs w:val="20"/>
        </w:rPr>
        <w:t>7</w:t>
      </w:r>
    </w:p>
    <w:p w14:paraId="76D925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785E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520C5E" w14:textId="77777777" w:rsidTr="00B819C8">
        <w:tc>
          <w:tcPr>
            <w:tcW w:w="2694" w:type="dxa"/>
            <w:vAlign w:val="center"/>
          </w:tcPr>
          <w:p w14:paraId="3BBFCE2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4E13F" w14:textId="77777777" w:rsidR="0085747A" w:rsidRPr="009C54AE" w:rsidRDefault="00470D09" w:rsidP="008E26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Polityka </w:t>
            </w:r>
            <w:r w:rsidR="008E268F">
              <w:rPr>
                <w:rFonts w:ascii="Corbel" w:hAnsi="Corbel"/>
                <w:b w:val="0"/>
                <w:sz w:val="24"/>
                <w:szCs w:val="24"/>
              </w:rPr>
              <w:t>ekologiczna</w:t>
            </w:r>
          </w:p>
        </w:tc>
      </w:tr>
      <w:tr w:rsidR="0085747A" w:rsidRPr="009C54AE" w14:paraId="379A1ECE" w14:textId="77777777" w:rsidTr="00B819C8">
        <w:tc>
          <w:tcPr>
            <w:tcW w:w="2694" w:type="dxa"/>
            <w:vAlign w:val="center"/>
          </w:tcPr>
          <w:p w14:paraId="15B174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C49522" w14:textId="68BCE358" w:rsidR="007E358A" w:rsidRPr="009C54AE" w:rsidRDefault="007E358A" w:rsidP="00470D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SM2_26</w:t>
            </w:r>
          </w:p>
        </w:tc>
      </w:tr>
      <w:tr w:rsidR="0085747A" w:rsidRPr="009C54AE" w14:paraId="67C572FC" w14:textId="77777777" w:rsidTr="00B819C8">
        <w:tc>
          <w:tcPr>
            <w:tcW w:w="2694" w:type="dxa"/>
            <w:vAlign w:val="center"/>
          </w:tcPr>
          <w:p w14:paraId="2E9C9C6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29E866" w14:textId="77777777" w:rsidR="0085747A" w:rsidRPr="009C54AE" w:rsidRDefault="00943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B101D5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537C0FF9" w14:textId="77777777" w:rsidTr="00B819C8">
        <w:tc>
          <w:tcPr>
            <w:tcW w:w="2694" w:type="dxa"/>
            <w:vAlign w:val="center"/>
          </w:tcPr>
          <w:p w14:paraId="1CD91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5037DE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26AE994B" w14:textId="77777777" w:rsidTr="00B819C8">
        <w:tc>
          <w:tcPr>
            <w:tcW w:w="2694" w:type="dxa"/>
            <w:vAlign w:val="center"/>
          </w:tcPr>
          <w:p w14:paraId="597D92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6A50E8" w14:textId="77777777" w:rsidR="0085747A" w:rsidRPr="009C54AE" w:rsidRDefault="00A64B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24CC1D5" w14:textId="77777777" w:rsidTr="00B819C8">
        <w:tc>
          <w:tcPr>
            <w:tcW w:w="2694" w:type="dxa"/>
            <w:vAlign w:val="center"/>
          </w:tcPr>
          <w:p w14:paraId="133B90E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32289B" w14:textId="77777777" w:rsidR="0085747A" w:rsidRPr="009C54AE" w:rsidRDefault="003301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3E7D41FC" w14:textId="77777777" w:rsidTr="00B819C8">
        <w:tc>
          <w:tcPr>
            <w:tcW w:w="2694" w:type="dxa"/>
            <w:vAlign w:val="center"/>
          </w:tcPr>
          <w:p w14:paraId="05B50E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FD0388" w14:textId="77777777" w:rsidR="0085747A" w:rsidRPr="009C54AE" w:rsidRDefault="003301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AA49F1" w:rsidRPr="00AA49F1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691E12D4" w14:textId="77777777" w:rsidTr="00B819C8">
        <w:tc>
          <w:tcPr>
            <w:tcW w:w="2694" w:type="dxa"/>
            <w:vAlign w:val="center"/>
          </w:tcPr>
          <w:p w14:paraId="66594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43E112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3075EE2" w14:textId="77777777" w:rsidTr="00B819C8">
        <w:tc>
          <w:tcPr>
            <w:tcW w:w="2694" w:type="dxa"/>
            <w:vAlign w:val="center"/>
          </w:tcPr>
          <w:p w14:paraId="41C53E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AA6A2" w14:textId="409B311E" w:rsidR="0085747A" w:rsidRPr="00D429B1" w:rsidRDefault="00AA49F1" w:rsidP="00665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9F1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BE06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358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73C99245" w14:textId="77777777" w:rsidTr="00B819C8">
        <w:tc>
          <w:tcPr>
            <w:tcW w:w="2694" w:type="dxa"/>
            <w:vAlign w:val="center"/>
          </w:tcPr>
          <w:p w14:paraId="3CCFC9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68DBEC" w14:textId="783A3C70" w:rsidR="0085747A" w:rsidRPr="009C54AE" w:rsidRDefault="00F074E1" w:rsidP="00BE06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D5746F1" w14:textId="77777777" w:rsidTr="00B819C8">
        <w:tc>
          <w:tcPr>
            <w:tcW w:w="2694" w:type="dxa"/>
            <w:vAlign w:val="center"/>
          </w:tcPr>
          <w:p w14:paraId="16FD615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8C459D" w14:textId="77777777" w:rsidR="00923D7D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3A9F0CB" w14:textId="77777777" w:rsidTr="00B819C8">
        <w:tc>
          <w:tcPr>
            <w:tcW w:w="2694" w:type="dxa"/>
            <w:vAlign w:val="center"/>
          </w:tcPr>
          <w:p w14:paraId="28495A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145267" w14:textId="2BFF81BA" w:rsidR="0085747A" w:rsidRPr="009C54AE" w:rsidRDefault="00B101D5" w:rsidP="00A64B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E358A">
              <w:rPr>
                <w:rFonts w:ascii="Corbel" w:hAnsi="Corbel"/>
                <w:b w:val="0"/>
                <w:sz w:val="24"/>
                <w:szCs w:val="24"/>
              </w:rPr>
              <w:t>hab. inż. Grzegorz Bonusiak, prof. UR</w:t>
            </w:r>
          </w:p>
        </w:tc>
      </w:tr>
      <w:tr w:rsidR="0085747A" w:rsidRPr="009C54AE" w14:paraId="71D10E9D" w14:textId="77777777" w:rsidTr="00B819C8">
        <w:tc>
          <w:tcPr>
            <w:tcW w:w="2694" w:type="dxa"/>
            <w:vAlign w:val="center"/>
          </w:tcPr>
          <w:p w14:paraId="4987582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4D1FFD" w14:textId="77777777" w:rsidR="0085747A" w:rsidRPr="009C54AE" w:rsidRDefault="00A64BCC" w:rsidP="004A59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M. Cwynar</w:t>
            </w:r>
          </w:p>
        </w:tc>
      </w:tr>
    </w:tbl>
    <w:p w14:paraId="7C2A97D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91008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18229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F3B0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96159A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600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E8A8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02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47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EB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63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5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38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0E0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A5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E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F494D0" w14:textId="77777777" w:rsidTr="00AA49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4D10" w14:textId="12D04489" w:rsidR="00015B8F" w:rsidRPr="009C54AE" w:rsidRDefault="00BE06FB" w:rsidP="00AA49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074E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4B63" w14:textId="77777777" w:rsidR="00015B8F" w:rsidRPr="009C54AE" w:rsidRDefault="00B72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A593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D0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BBA9" w14:textId="77777777" w:rsidR="00015B8F" w:rsidRPr="009C54AE" w:rsidRDefault="00B72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21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12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62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E7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3A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B70F" w14:textId="77777777" w:rsidR="00015B8F" w:rsidRPr="009C54AE" w:rsidRDefault="002B6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F0EBB" w:rsidRPr="009C54AE" w14:paraId="011B33B2" w14:textId="77777777" w:rsidTr="00AA49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CBA6" w14:textId="77777777" w:rsidR="00FF0EBB" w:rsidRDefault="00FF0EBB" w:rsidP="00AA49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8237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2277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08B1" w14:textId="77777777" w:rsidR="00FF0EBB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69DB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E4A1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C7E3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094F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FE3A" w14:textId="77777777" w:rsidR="00FF0EBB" w:rsidRPr="009C54AE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F1CD" w14:textId="77777777" w:rsidR="00FF0EBB" w:rsidRDefault="00FF0E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9AE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EB4F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309AD2" w14:textId="77777777" w:rsidR="0085747A" w:rsidRPr="009C54AE" w:rsidRDefault="001C3DD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5ED4">
        <w:rPr>
          <w:rFonts w:ascii="Cambria Math" w:eastAsia="MS Gothic" w:hAnsi="Cambria Math" w:cs="Cambria Math"/>
          <w:b w:val="0"/>
          <w:szCs w:val="24"/>
        </w:rPr>
        <w:t>⊠</w:t>
      </w:r>
      <w:r w:rsidR="0015386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B01F7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4D6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A5234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0462518" w14:textId="77777777" w:rsidR="00E64184" w:rsidRDefault="00E64184" w:rsidP="00E6418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E09D133" w14:textId="77777777" w:rsidR="00D429B1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39AB764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FAA3B8" w14:textId="77777777" w:rsidTr="00745302">
        <w:tc>
          <w:tcPr>
            <w:tcW w:w="9670" w:type="dxa"/>
          </w:tcPr>
          <w:p w14:paraId="01E673F1" w14:textId="77777777" w:rsidR="0085747A" w:rsidRPr="009C54AE" w:rsidRDefault="00FD1BD1" w:rsidP="00FD17D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6569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</w:t>
            </w:r>
            <w:r w:rsidR="0049648A" w:rsidRPr="00496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z zakresu </w:t>
            </w:r>
            <w:r w:rsidR="00D5608F" w:rsidRPr="00496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nauki o</w:t>
            </w:r>
            <w:r w:rsidR="00D56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D5608F" w:rsidRPr="00496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państwie i prawie</w:t>
            </w:r>
            <w:r w:rsidR="007858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D5608F" w:rsidRPr="00496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8584F" w:rsidRPr="004964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 publicznych, </w:t>
            </w:r>
            <w:r w:rsidR="00FD17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współpracy międzynarodowej</w:t>
            </w:r>
          </w:p>
        </w:tc>
      </w:tr>
    </w:tbl>
    <w:p w14:paraId="2A67820B" w14:textId="77777777" w:rsidR="00D429B1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14:paraId="5FF4B34F" w14:textId="77777777" w:rsidR="00FF506C" w:rsidRPr="00C05F44" w:rsidRDefault="00FF506C" w:rsidP="00FF506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8FCA2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B4AA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7AE4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D20E1" w:rsidRPr="006D20E1" w14:paraId="0FF1BE55" w14:textId="77777777" w:rsidTr="006D20E1">
        <w:tc>
          <w:tcPr>
            <w:tcW w:w="851" w:type="dxa"/>
            <w:vAlign w:val="center"/>
          </w:tcPr>
          <w:p w14:paraId="088E46BE" w14:textId="77777777" w:rsidR="006D20E1" w:rsidRPr="006D20E1" w:rsidRDefault="006D20E1" w:rsidP="00F603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20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3C9374" w14:textId="77777777" w:rsidR="006D20E1" w:rsidRPr="006D20E1" w:rsidRDefault="0098259F" w:rsidP="0050320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D27768">
              <w:rPr>
                <w:rFonts w:ascii="Corbel" w:hAnsi="Corbel"/>
                <w:b w:val="0"/>
                <w:sz w:val="24"/>
                <w:szCs w:val="24"/>
              </w:rPr>
              <w:t>rozumienie przez studentów</w:t>
            </w:r>
            <w:r w:rsidR="006D20E1" w:rsidRPr="006D20E1">
              <w:rPr>
                <w:rFonts w:ascii="Corbel" w:hAnsi="Corbel"/>
                <w:b w:val="0"/>
                <w:sz w:val="24"/>
                <w:szCs w:val="24"/>
              </w:rPr>
              <w:t xml:space="preserve"> przesłanek zasadności idei zrównoważonego rozwoju </w:t>
            </w:r>
            <w:r w:rsidR="00C7633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0320B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C7633C">
              <w:rPr>
                <w:rFonts w:ascii="Corbel" w:hAnsi="Corbel"/>
                <w:b w:val="0"/>
                <w:sz w:val="24"/>
                <w:szCs w:val="24"/>
              </w:rPr>
              <w:t>polityki ekologicznej</w:t>
            </w:r>
          </w:p>
        </w:tc>
      </w:tr>
      <w:tr w:rsidR="006D20E1" w:rsidRPr="006D20E1" w14:paraId="39E8DC83" w14:textId="77777777" w:rsidTr="006D20E1">
        <w:tc>
          <w:tcPr>
            <w:tcW w:w="851" w:type="dxa"/>
            <w:vAlign w:val="center"/>
          </w:tcPr>
          <w:p w14:paraId="481F79A7" w14:textId="77777777" w:rsidR="006D20E1" w:rsidRPr="006D20E1" w:rsidRDefault="006D20E1" w:rsidP="00F603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D20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8ACD09" w14:textId="77777777" w:rsidR="006D20E1" w:rsidRPr="006D20E1" w:rsidRDefault="00D27768" w:rsidP="0050320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15BF3">
              <w:rPr>
                <w:rFonts w:ascii="Corbel" w:hAnsi="Corbel"/>
                <w:b w:val="0"/>
                <w:sz w:val="24"/>
                <w:szCs w:val="24"/>
              </w:rPr>
              <w:t>rzyswojenie przez studentów wiedzy z zakresu</w:t>
            </w:r>
            <w:r w:rsidR="006D20E1" w:rsidRPr="006D20E1">
              <w:rPr>
                <w:rFonts w:ascii="Corbel" w:hAnsi="Corbel"/>
                <w:b w:val="0"/>
                <w:sz w:val="24"/>
                <w:szCs w:val="24"/>
              </w:rPr>
              <w:t xml:space="preserve"> podstaw prawnych, </w:t>
            </w:r>
            <w:r w:rsidR="00C7633C" w:rsidRPr="006D20E1">
              <w:rPr>
                <w:rFonts w:ascii="Corbel" w:hAnsi="Corbel"/>
                <w:b w:val="0"/>
                <w:sz w:val="24"/>
                <w:szCs w:val="24"/>
              </w:rPr>
              <w:t xml:space="preserve">dokumentów strategicznych i </w:t>
            </w:r>
            <w:r w:rsidR="004F1B1D">
              <w:rPr>
                <w:rFonts w:ascii="Corbel" w:hAnsi="Corbel"/>
                <w:b w:val="0"/>
                <w:sz w:val="24"/>
                <w:szCs w:val="24"/>
              </w:rPr>
              <w:t>funkcjonowania</w:t>
            </w:r>
            <w:r w:rsidR="00C7633C" w:rsidRPr="006D20E1">
              <w:rPr>
                <w:rFonts w:ascii="Corbel" w:hAnsi="Corbel"/>
                <w:b w:val="0"/>
                <w:sz w:val="24"/>
                <w:szCs w:val="24"/>
              </w:rPr>
              <w:t xml:space="preserve"> instytucji międzynarodowych </w:t>
            </w:r>
            <w:r w:rsidR="004F1B1D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C7633C" w:rsidRPr="006D20E1">
              <w:rPr>
                <w:rFonts w:ascii="Corbel" w:hAnsi="Corbel"/>
                <w:b w:val="0"/>
                <w:sz w:val="24"/>
                <w:szCs w:val="24"/>
              </w:rPr>
              <w:t xml:space="preserve"> krajowych </w:t>
            </w:r>
            <w:r w:rsidR="004F1B1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50320B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4F1B1D">
              <w:rPr>
                <w:rFonts w:ascii="Corbel" w:hAnsi="Corbel"/>
                <w:b w:val="0"/>
                <w:sz w:val="24"/>
                <w:szCs w:val="24"/>
              </w:rPr>
              <w:t>zakresie</w:t>
            </w:r>
            <w:r w:rsidR="006D20E1" w:rsidRPr="006D20E1">
              <w:rPr>
                <w:rFonts w:ascii="Corbel" w:hAnsi="Corbel"/>
                <w:b w:val="0"/>
                <w:sz w:val="24"/>
                <w:szCs w:val="24"/>
              </w:rPr>
              <w:t xml:space="preserve"> polityki ekologicznej na różnych poziomach decyzyjnych </w:t>
            </w:r>
          </w:p>
        </w:tc>
      </w:tr>
      <w:tr w:rsidR="006D20E1" w:rsidRPr="006D20E1" w14:paraId="2A1B4507" w14:textId="77777777" w:rsidTr="006D20E1">
        <w:tc>
          <w:tcPr>
            <w:tcW w:w="851" w:type="dxa"/>
            <w:vAlign w:val="center"/>
          </w:tcPr>
          <w:p w14:paraId="35606C60" w14:textId="77777777" w:rsidR="006D20E1" w:rsidRPr="006D20E1" w:rsidRDefault="006D20E1" w:rsidP="00F603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20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2A7019" w14:textId="77777777" w:rsidR="006D20E1" w:rsidRPr="006D20E1" w:rsidRDefault="003A4F61" w:rsidP="005032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dostrzeganie</w:t>
            </w:r>
            <w:r w:rsidR="00561C48">
              <w:rPr>
                <w:rFonts w:ascii="Corbel" w:hAnsi="Corbel"/>
                <w:b w:val="0"/>
                <w:sz w:val="24"/>
                <w:szCs w:val="24"/>
              </w:rPr>
              <w:t xml:space="preserve"> przez studentów problemów społeczno-politycznych </w:t>
            </w:r>
            <w:r w:rsidR="0018693D">
              <w:rPr>
                <w:rFonts w:ascii="Corbel" w:hAnsi="Corbel"/>
                <w:b w:val="0"/>
                <w:sz w:val="24"/>
                <w:szCs w:val="24"/>
              </w:rPr>
              <w:t xml:space="preserve">i gospodarczych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50320B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kontekście wyzwań ekologicznych </w:t>
            </w:r>
            <w:r w:rsidR="00561C48">
              <w:rPr>
                <w:rFonts w:ascii="Corbel" w:hAnsi="Corbel"/>
                <w:b w:val="0"/>
                <w:sz w:val="24"/>
                <w:szCs w:val="24"/>
              </w:rPr>
              <w:t>i próba ich racjonalizacji</w:t>
            </w:r>
          </w:p>
        </w:tc>
      </w:tr>
      <w:tr w:rsidR="00561C48" w:rsidRPr="006D20E1" w14:paraId="78B1BDBD" w14:textId="77777777" w:rsidTr="006D20E1">
        <w:tc>
          <w:tcPr>
            <w:tcW w:w="851" w:type="dxa"/>
            <w:vAlign w:val="center"/>
          </w:tcPr>
          <w:p w14:paraId="7333DE21" w14:textId="77777777" w:rsidR="00561C48" w:rsidRPr="006D20E1" w:rsidRDefault="00D27768" w:rsidP="00F603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7DD87DC" w14:textId="77777777" w:rsidR="00561C48" w:rsidRDefault="00D27768" w:rsidP="00B35C7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wyrobienie umiejętności wskazywania rozwiązań wybranych problemów polityki ekologicznej</w:t>
            </w:r>
          </w:p>
        </w:tc>
      </w:tr>
    </w:tbl>
    <w:p w14:paraId="55C8EC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149A3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96E2F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F01E99" w14:paraId="5CCDD03C" w14:textId="77777777" w:rsidTr="0071620A">
        <w:tc>
          <w:tcPr>
            <w:tcW w:w="1701" w:type="dxa"/>
            <w:vAlign w:val="center"/>
          </w:tcPr>
          <w:p w14:paraId="431FB422" w14:textId="77777777" w:rsidR="0085747A" w:rsidRPr="00F01E99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01E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01E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4E5644" w14:textId="77777777" w:rsidR="0085747A" w:rsidRPr="00F01E99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504759" w14:textId="77777777" w:rsidR="0085747A" w:rsidRPr="00F01E99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01E9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038D" w:rsidRPr="00F01E99" w14:paraId="487BFF9E" w14:textId="77777777" w:rsidTr="002A514D">
        <w:tc>
          <w:tcPr>
            <w:tcW w:w="1701" w:type="dxa"/>
            <w:vAlign w:val="center"/>
          </w:tcPr>
          <w:p w14:paraId="5EBA82C3" w14:textId="77777777" w:rsidR="00F6038D" w:rsidRPr="00F01E99" w:rsidRDefault="00F01E99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038D" w:rsidRPr="00F01E99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vAlign w:val="center"/>
          </w:tcPr>
          <w:p w14:paraId="34375213" w14:textId="77777777" w:rsidR="00F6038D" w:rsidRPr="00F01E99" w:rsidRDefault="00A16C31" w:rsidP="00FB78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 wiedzę oraz </w:t>
            </w:r>
            <w:r w:rsidR="00B2249C">
              <w:rPr>
                <w:rFonts w:ascii="Corbel" w:hAnsi="Corbel"/>
                <w:sz w:val="24"/>
                <w:szCs w:val="24"/>
              </w:rPr>
              <w:t>r</w:t>
            </w:r>
            <w:r w:rsidR="00EA0F4D" w:rsidRPr="00EA0F4D">
              <w:rPr>
                <w:rFonts w:ascii="Corbel" w:hAnsi="Corbel"/>
                <w:sz w:val="24"/>
                <w:szCs w:val="24"/>
              </w:rPr>
              <w:t xml:space="preserve">ozumie konieczność </w:t>
            </w:r>
            <w:r w:rsidR="004F5975">
              <w:rPr>
                <w:rFonts w:ascii="Corbel" w:hAnsi="Corbel"/>
                <w:sz w:val="24"/>
                <w:szCs w:val="24"/>
              </w:rPr>
              <w:t>współpracy</w:t>
            </w:r>
            <w:r w:rsidR="00EA0F4D" w:rsidRPr="00EA0F4D">
              <w:rPr>
                <w:rFonts w:ascii="Corbel" w:hAnsi="Corbel"/>
                <w:sz w:val="24"/>
                <w:szCs w:val="24"/>
              </w:rPr>
              <w:t xml:space="preserve"> podmiotów sektora publicznego oraz podmiotów niepublicznych </w:t>
            </w:r>
            <w:r w:rsidR="004F5975">
              <w:rPr>
                <w:rFonts w:ascii="Corbel" w:hAnsi="Corbel"/>
                <w:sz w:val="24"/>
                <w:szCs w:val="24"/>
              </w:rPr>
              <w:t>w zakresie polityki ekologicznej</w:t>
            </w:r>
            <w:r w:rsidR="00FB7800">
              <w:rPr>
                <w:rFonts w:ascii="Corbel" w:hAnsi="Corbel"/>
                <w:sz w:val="24"/>
                <w:szCs w:val="24"/>
              </w:rPr>
              <w:t xml:space="preserve"> w wymiarze międzynarodowym</w:t>
            </w:r>
          </w:p>
        </w:tc>
        <w:tc>
          <w:tcPr>
            <w:tcW w:w="1873" w:type="dxa"/>
          </w:tcPr>
          <w:p w14:paraId="49547792" w14:textId="77777777" w:rsidR="00F6038D" w:rsidRPr="00F01E99" w:rsidRDefault="00AF742B" w:rsidP="00FB78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2B">
              <w:rPr>
                <w:rFonts w:ascii="Corbel" w:hAnsi="Corbel"/>
                <w:sz w:val="24"/>
                <w:szCs w:val="24"/>
              </w:rPr>
              <w:t>K_Wo</w:t>
            </w:r>
            <w:r w:rsidR="00FB780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038D" w:rsidRPr="00F01E99" w14:paraId="4FC2F05C" w14:textId="77777777" w:rsidTr="002A514D">
        <w:tc>
          <w:tcPr>
            <w:tcW w:w="1701" w:type="dxa"/>
            <w:vAlign w:val="center"/>
          </w:tcPr>
          <w:p w14:paraId="580A3999" w14:textId="77777777" w:rsidR="00F6038D" w:rsidRPr="00F01E99" w:rsidRDefault="00F6038D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1B507D53" w14:textId="77777777" w:rsidR="00F6038D" w:rsidRPr="00F01E99" w:rsidRDefault="00FB531A" w:rsidP="00FB5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</w:t>
            </w:r>
            <w:r w:rsidR="00EA0F4D" w:rsidRPr="00EA0F4D">
              <w:rPr>
                <w:rFonts w:ascii="Corbel" w:hAnsi="Corbel"/>
                <w:sz w:val="24"/>
                <w:szCs w:val="24"/>
              </w:rPr>
              <w:t xml:space="preserve"> wiedz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="00EA0F4D" w:rsidRPr="00EA0F4D">
              <w:rPr>
                <w:rFonts w:ascii="Corbel" w:hAnsi="Corbel"/>
                <w:sz w:val="24"/>
                <w:szCs w:val="24"/>
              </w:rPr>
              <w:t xml:space="preserve"> na temat </w:t>
            </w:r>
            <w:r w:rsidR="00D072FD">
              <w:rPr>
                <w:rFonts w:ascii="Corbel" w:hAnsi="Corbel"/>
                <w:sz w:val="24"/>
                <w:szCs w:val="24"/>
              </w:rPr>
              <w:t>współczesnych wyzwań ek</w:t>
            </w:r>
            <w:r w:rsidR="001F1907">
              <w:rPr>
                <w:rFonts w:ascii="Corbel" w:hAnsi="Corbel"/>
                <w:sz w:val="24"/>
                <w:szCs w:val="24"/>
              </w:rPr>
              <w:t>ologicznych i ich wpływu na relacje międzynarodowe</w:t>
            </w:r>
          </w:p>
        </w:tc>
        <w:tc>
          <w:tcPr>
            <w:tcW w:w="1873" w:type="dxa"/>
          </w:tcPr>
          <w:p w14:paraId="79E48B5A" w14:textId="77777777" w:rsidR="00F6038D" w:rsidRPr="00F01E99" w:rsidRDefault="00B2249C" w:rsidP="00B224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2B">
              <w:rPr>
                <w:rFonts w:ascii="Corbel" w:hAnsi="Corbel"/>
                <w:sz w:val="24"/>
                <w:szCs w:val="24"/>
              </w:rPr>
              <w:t>K_Wo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6038D" w:rsidRPr="00F01E99" w14:paraId="382840DA" w14:textId="77777777" w:rsidTr="002A514D">
        <w:tc>
          <w:tcPr>
            <w:tcW w:w="1701" w:type="dxa"/>
            <w:vAlign w:val="center"/>
          </w:tcPr>
          <w:p w14:paraId="048BCC39" w14:textId="77777777" w:rsidR="00F6038D" w:rsidRPr="00F01E99" w:rsidRDefault="00F6038D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02264F2C" w14:textId="77777777" w:rsidR="00F6038D" w:rsidRPr="00F01E99" w:rsidRDefault="00D11F15" w:rsidP="00224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F15">
              <w:rPr>
                <w:rFonts w:ascii="Corbel" w:hAnsi="Corbel"/>
                <w:sz w:val="24"/>
                <w:szCs w:val="24"/>
              </w:rPr>
              <w:t>potrafi wykorzystać nabytą wiedzę do</w:t>
            </w:r>
            <w:r w:rsidR="00602541">
              <w:rPr>
                <w:rFonts w:ascii="Corbel" w:hAnsi="Corbel"/>
                <w:sz w:val="24"/>
                <w:szCs w:val="24"/>
              </w:rPr>
              <w:t xml:space="preserve"> opisu i analizowania przyczyn,</w:t>
            </w:r>
            <w:r w:rsidRPr="00D11F15">
              <w:rPr>
                <w:rFonts w:ascii="Corbel" w:hAnsi="Corbel"/>
                <w:sz w:val="24"/>
                <w:szCs w:val="24"/>
              </w:rPr>
              <w:t xml:space="preserve"> przebiegu </w:t>
            </w:r>
            <w:r w:rsidR="00602541">
              <w:rPr>
                <w:rFonts w:ascii="Corbel" w:hAnsi="Corbel"/>
                <w:sz w:val="24"/>
                <w:szCs w:val="24"/>
              </w:rPr>
              <w:t xml:space="preserve">i skutków </w:t>
            </w:r>
            <w:r w:rsidR="00602541" w:rsidRPr="00F368A5">
              <w:rPr>
                <w:rFonts w:ascii="Corbel" w:hAnsi="Corbel"/>
                <w:sz w:val="24"/>
                <w:szCs w:val="24"/>
              </w:rPr>
              <w:t>zjawisk</w:t>
            </w:r>
            <w:r w:rsidR="00602541">
              <w:rPr>
                <w:rFonts w:ascii="Corbel" w:hAnsi="Corbel"/>
                <w:sz w:val="24"/>
                <w:szCs w:val="24"/>
              </w:rPr>
              <w:t xml:space="preserve"> i procesów </w:t>
            </w:r>
            <w:r w:rsidR="00911AC4">
              <w:rPr>
                <w:rFonts w:ascii="Corbel" w:hAnsi="Corbel"/>
                <w:sz w:val="24"/>
                <w:szCs w:val="24"/>
              </w:rPr>
              <w:t xml:space="preserve">ekologicznych i ich wpływy na </w:t>
            </w:r>
            <w:r w:rsidR="00224D1F">
              <w:rPr>
                <w:rFonts w:ascii="Corbel" w:hAnsi="Corbel"/>
                <w:sz w:val="24"/>
                <w:szCs w:val="24"/>
              </w:rPr>
              <w:t>relacje międzynarodowe</w:t>
            </w:r>
          </w:p>
        </w:tc>
        <w:tc>
          <w:tcPr>
            <w:tcW w:w="1873" w:type="dxa"/>
          </w:tcPr>
          <w:p w14:paraId="12B801C3" w14:textId="77777777" w:rsidR="00F6038D" w:rsidRPr="00F01E99" w:rsidRDefault="00D60E2C" w:rsidP="00D60E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2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AF742B">
              <w:rPr>
                <w:rFonts w:ascii="Corbel" w:hAnsi="Corbel"/>
                <w:sz w:val="24"/>
                <w:szCs w:val="24"/>
              </w:rPr>
              <w:t>o</w:t>
            </w:r>
            <w:r w:rsidR="00224D1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6038D" w:rsidRPr="00F01E99" w14:paraId="20DFBE41" w14:textId="77777777" w:rsidTr="002A514D">
        <w:tc>
          <w:tcPr>
            <w:tcW w:w="1701" w:type="dxa"/>
            <w:vAlign w:val="center"/>
          </w:tcPr>
          <w:p w14:paraId="7B4CBFB6" w14:textId="77777777" w:rsidR="00F6038D" w:rsidRPr="00F01E99" w:rsidRDefault="00F6038D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4A63A520" w14:textId="77777777" w:rsidR="00F6038D" w:rsidRPr="00F01E99" w:rsidRDefault="005B193C" w:rsidP="00016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079DD">
              <w:rPr>
                <w:rFonts w:ascii="Corbel" w:hAnsi="Corbel"/>
                <w:sz w:val="24"/>
                <w:szCs w:val="24"/>
              </w:rPr>
              <w:t xml:space="preserve">otrafi </w:t>
            </w:r>
            <w:r>
              <w:rPr>
                <w:rFonts w:ascii="Corbel" w:hAnsi="Corbel"/>
                <w:sz w:val="24"/>
                <w:szCs w:val="24"/>
              </w:rPr>
              <w:t xml:space="preserve">planować i </w:t>
            </w:r>
            <w:r w:rsidR="00F00DFF">
              <w:rPr>
                <w:rFonts w:ascii="Corbel" w:hAnsi="Corbel"/>
                <w:sz w:val="24"/>
                <w:szCs w:val="24"/>
              </w:rPr>
              <w:t xml:space="preserve">samodzielnie realizować własne uczenie się </w:t>
            </w:r>
            <w:r w:rsidR="00016AEA">
              <w:rPr>
                <w:rFonts w:ascii="Corbel" w:hAnsi="Corbel"/>
                <w:sz w:val="24"/>
                <w:szCs w:val="24"/>
              </w:rPr>
              <w:t>przez całe życie</w:t>
            </w:r>
            <w:r w:rsidR="00D11F15" w:rsidRPr="00D11F1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BC287C7" w14:textId="77777777" w:rsidR="00F6038D" w:rsidRPr="00F01E99" w:rsidRDefault="003B3703" w:rsidP="00016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6AEA">
              <w:rPr>
                <w:rFonts w:ascii="Corbel" w:hAnsi="Corbel"/>
                <w:sz w:val="24"/>
                <w:szCs w:val="24"/>
              </w:rPr>
              <w:t>K_Uo</w:t>
            </w:r>
            <w:r w:rsidR="00016AEA" w:rsidRPr="00016A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6038D" w:rsidRPr="00F01E99" w14:paraId="1B300BEB" w14:textId="77777777" w:rsidTr="002A514D">
        <w:tc>
          <w:tcPr>
            <w:tcW w:w="1701" w:type="dxa"/>
            <w:vAlign w:val="center"/>
          </w:tcPr>
          <w:p w14:paraId="429278E3" w14:textId="77777777" w:rsidR="00F6038D" w:rsidRPr="00F01E99" w:rsidRDefault="00F6038D" w:rsidP="00BD06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14:paraId="08347BED" w14:textId="77777777" w:rsidR="00F6038D" w:rsidRPr="00F01E99" w:rsidRDefault="00D11F15" w:rsidP="00EB53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F15">
              <w:rPr>
                <w:rFonts w:ascii="Corbel" w:hAnsi="Corbel"/>
                <w:sz w:val="24"/>
                <w:szCs w:val="24"/>
              </w:rPr>
              <w:t>rozumie potrzebę aktywnego uczestnictwa w</w:t>
            </w:r>
            <w:r w:rsidR="00EA73FC">
              <w:rPr>
                <w:rFonts w:ascii="Corbel" w:hAnsi="Corbel"/>
                <w:sz w:val="24"/>
                <w:szCs w:val="24"/>
              </w:rPr>
              <w:t> </w:t>
            </w:r>
            <w:r w:rsidRPr="00D11F15">
              <w:rPr>
                <w:rFonts w:ascii="Corbel" w:hAnsi="Corbel"/>
                <w:sz w:val="24"/>
                <w:szCs w:val="24"/>
              </w:rPr>
              <w:t>życiu publicznym oraz inspirowania i kierowania społeczną aktywnością innych osób</w:t>
            </w:r>
            <w:r w:rsidR="00D074ED">
              <w:rPr>
                <w:rFonts w:ascii="Corbel" w:hAnsi="Corbel"/>
                <w:sz w:val="24"/>
                <w:szCs w:val="24"/>
              </w:rPr>
              <w:t>;</w:t>
            </w:r>
            <w:r w:rsidRPr="00D11F1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74ED">
              <w:rPr>
                <w:rFonts w:ascii="Corbel" w:hAnsi="Corbel"/>
                <w:sz w:val="24"/>
                <w:szCs w:val="24"/>
              </w:rPr>
              <w:t>p</w:t>
            </w:r>
            <w:r w:rsidRPr="00D11F15">
              <w:rPr>
                <w:rFonts w:ascii="Corbel" w:hAnsi="Corbel"/>
                <w:sz w:val="24"/>
                <w:szCs w:val="24"/>
              </w:rPr>
              <w:t>otrafi wyznaczać cele i</w:t>
            </w:r>
            <w:r w:rsidR="00D074ED">
              <w:rPr>
                <w:rFonts w:ascii="Corbel" w:hAnsi="Corbel"/>
                <w:sz w:val="24"/>
                <w:szCs w:val="24"/>
              </w:rPr>
              <w:t> </w:t>
            </w:r>
            <w:r w:rsidRPr="00D11F15">
              <w:rPr>
                <w:rFonts w:ascii="Corbel" w:hAnsi="Corbel"/>
                <w:sz w:val="24"/>
                <w:szCs w:val="24"/>
              </w:rPr>
              <w:t xml:space="preserve">motywować </w:t>
            </w:r>
            <w:r w:rsidR="00EB5361">
              <w:rPr>
                <w:rFonts w:ascii="Corbel" w:hAnsi="Corbel"/>
                <w:sz w:val="24"/>
                <w:szCs w:val="24"/>
              </w:rPr>
              <w:t>innych</w:t>
            </w:r>
            <w:r w:rsidRPr="00D11F15">
              <w:rPr>
                <w:rFonts w:ascii="Corbel" w:hAnsi="Corbel"/>
                <w:sz w:val="24"/>
                <w:szCs w:val="24"/>
              </w:rPr>
              <w:t xml:space="preserve"> do ich osiągania</w:t>
            </w:r>
          </w:p>
        </w:tc>
        <w:tc>
          <w:tcPr>
            <w:tcW w:w="1873" w:type="dxa"/>
          </w:tcPr>
          <w:p w14:paraId="6082F64F" w14:textId="77777777" w:rsidR="00F6038D" w:rsidRPr="00F01E99" w:rsidRDefault="00FA781F" w:rsidP="00D074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1EC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6038D" w:rsidRPr="00F01E99" w14:paraId="46AC4172" w14:textId="77777777" w:rsidTr="00BD0659">
        <w:tc>
          <w:tcPr>
            <w:tcW w:w="1701" w:type="dxa"/>
            <w:vAlign w:val="center"/>
          </w:tcPr>
          <w:p w14:paraId="1D45FA55" w14:textId="77777777" w:rsidR="00F6038D" w:rsidRPr="00F01E99" w:rsidRDefault="00F6038D" w:rsidP="00F603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1E9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20A15F0E" w14:textId="77777777" w:rsidR="00F6038D" w:rsidRPr="00F01E99" w:rsidRDefault="00D11F15" w:rsidP="004555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11F15">
              <w:rPr>
                <w:rFonts w:ascii="Corbel" w:hAnsi="Corbel"/>
                <w:sz w:val="24"/>
                <w:szCs w:val="24"/>
              </w:rPr>
              <w:t>dostrzega dysfunkcje systemu społecznego i</w:t>
            </w:r>
            <w:r w:rsidR="00D074ED">
              <w:rPr>
                <w:rFonts w:ascii="Corbel" w:hAnsi="Corbel"/>
                <w:sz w:val="24"/>
                <w:szCs w:val="24"/>
              </w:rPr>
              <w:t> </w:t>
            </w:r>
            <w:r w:rsidRPr="00D11F15">
              <w:rPr>
                <w:rFonts w:ascii="Corbel" w:hAnsi="Corbel"/>
                <w:sz w:val="24"/>
                <w:szCs w:val="24"/>
              </w:rPr>
              <w:t>politycznego</w:t>
            </w:r>
            <w:r w:rsidR="00D074ED">
              <w:rPr>
                <w:rFonts w:ascii="Corbel" w:hAnsi="Corbel"/>
                <w:sz w:val="24"/>
                <w:szCs w:val="24"/>
              </w:rPr>
              <w:t>; w</w:t>
            </w:r>
            <w:r w:rsidRPr="00D11F15">
              <w:rPr>
                <w:rFonts w:ascii="Corbel" w:hAnsi="Corbel"/>
                <w:sz w:val="24"/>
                <w:szCs w:val="24"/>
              </w:rPr>
              <w:t xml:space="preserve">idzi potrzebę reagowania na pojawiające się </w:t>
            </w:r>
            <w:r w:rsidR="0045555E">
              <w:rPr>
                <w:rFonts w:ascii="Corbel" w:hAnsi="Corbel"/>
                <w:sz w:val="24"/>
                <w:szCs w:val="24"/>
              </w:rPr>
              <w:t>problemy ekologiczne</w:t>
            </w:r>
          </w:p>
        </w:tc>
        <w:tc>
          <w:tcPr>
            <w:tcW w:w="1873" w:type="dxa"/>
            <w:vAlign w:val="center"/>
          </w:tcPr>
          <w:p w14:paraId="69C85D32" w14:textId="77777777" w:rsidR="00F6038D" w:rsidRPr="00F01E99" w:rsidRDefault="00D074ED" w:rsidP="00C569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742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AF742B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9579D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04E5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395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CEEE4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5361" w14:paraId="0D11143B" w14:textId="77777777" w:rsidTr="002D23BB">
        <w:tc>
          <w:tcPr>
            <w:tcW w:w="9520" w:type="dxa"/>
          </w:tcPr>
          <w:p w14:paraId="5798696B" w14:textId="77777777" w:rsidR="0085747A" w:rsidRPr="00EB5361" w:rsidRDefault="0085747A" w:rsidP="00EB4EF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53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EF0" w:rsidRPr="00EB5361" w14:paraId="6D1084CF" w14:textId="77777777" w:rsidTr="002D23BB">
        <w:tc>
          <w:tcPr>
            <w:tcW w:w="9520" w:type="dxa"/>
          </w:tcPr>
          <w:p w14:paraId="6341C431" w14:textId="77777777" w:rsidR="00EB4EF0" w:rsidRPr="00EB5361" w:rsidRDefault="00626DDA" w:rsidP="00DB658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B5361">
              <w:rPr>
                <w:rFonts w:ascii="Corbel" w:hAnsi="Corbel"/>
                <w:sz w:val="24"/>
                <w:szCs w:val="24"/>
              </w:rPr>
              <w:t>Idea zrównoważonego rozwoju</w:t>
            </w:r>
            <w:r w:rsidR="00604548">
              <w:rPr>
                <w:rFonts w:ascii="Corbel" w:hAnsi="Corbel"/>
                <w:sz w:val="24"/>
                <w:szCs w:val="24"/>
              </w:rPr>
              <w:t xml:space="preserve"> a polityka ekologiczna</w:t>
            </w:r>
            <w:r w:rsidR="004A66FE">
              <w:rPr>
                <w:rFonts w:ascii="Corbel" w:hAnsi="Corbel"/>
                <w:sz w:val="24"/>
                <w:szCs w:val="24"/>
              </w:rPr>
              <w:t xml:space="preserve"> – przesłanki zasadności, cele</w:t>
            </w:r>
            <w:r w:rsidR="00306803">
              <w:rPr>
                <w:rFonts w:ascii="Corbel" w:hAnsi="Corbel"/>
                <w:sz w:val="24"/>
                <w:szCs w:val="24"/>
              </w:rPr>
              <w:t xml:space="preserve"> i</w:t>
            </w:r>
            <w:r w:rsidR="00DB6584">
              <w:rPr>
                <w:rFonts w:ascii="Corbel" w:hAnsi="Corbel"/>
                <w:sz w:val="24"/>
                <w:szCs w:val="24"/>
              </w:rPr>
              <w:t> </w:t>
            </w:r>
            <w:r w:rsidR="00306803">
              <w:rPr>
                <w:rFonts w:ascii="Corbel" w:hAnsi="Corbel"/>
                <w:sz w:val="24"/>
                <w:szCs w:val="24"/>
              </w:rPr>
              <w:t>perspektywa działań</w:t>
            </w:r>
          </w:p>
        </w:tc>
      </w:tr>
      <w:tr w:rsidR="00F04AEF" w:rsidRPr="00EB5361" w14:paraId="4E86814E" w14:textId="77777777" w:rsidTr="002D23BB">
        <w:tc>
          <w:tcPr>
            <w:tcW w:w="9520" w:type="dxa"/>
          </w:tcPr>
          <w:p w14:paraId="2DC3E074" w14:textId="77777777" w:rsidR="00F04AEF" w:rsidRPr="00EB5361" w:rsidRDefault="002E5B98" w:rsidP="00EB4EF0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EB5361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Podstawy prawne i dokumenty strategiczne wyznaczające założenia </w:t>
            </w:r>
            <w:r>
              <w:rPr>
                <w:rFonts w:ascii="Corbel" w:eastAsia="Times New Roman" w:hAnsi="Corbel"/>
                <w:sz w:val="24"/>
                <w:szCs w:val="24"/>
              </w:rPr>
              <w:t>polityki ekologicznej</w:t>
            </w:r>
            <w:r w:rsidRPr="00EB5361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– </w:t>
            </w:r>
            <w:r w:rsidRPr="00EB5361">
              <w:rPr>
                <w:rFonts w:ascii="Corbel" w:eastAsia="Times New Roman" w:hAnsi="Corbel"/>
                <w:sz w:val="24"/>
                <w:szCs w:val="24"/>
              </w:rPr>
              <w:t>wymiar międzynarodowy</w:t>
            </w:r>
            <w:r>
              <w:rPr>
                <w:rFonts w:ascii="Corbel" w:eastAsia="Times New Roman" w:hAnsi="Corbel"/>
                <w:sz w:val="24"/>
                <w:szCs w:val="24"/>
              </w:rPr>
              <w:t>, europejski, krajowy</w:t>
            </w:r>
          </w:p>
        </w:tc>
      </w:tr>
      <w:tr w:rsidR="00EB4EF0" w:rsidRPr="00EB5361" w14:paraId="4C0712DF" w14:textId="77777777" w:rsidTr="002D23BB">
        <w:tc>
          <w:tcPr>
            <w:tcW w:w="9520" w:type="dxa"/>
          </w:tcPr>
          <w:p w14:paraId="191B6BE6" w14:textId="77777777" w:rsidR="00EB4EF0" w:rsidRPr="00EB5361" w:rsidRDefault="002D23BB" w:rsidP="002D23BB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317863">
              <w:rPr>
                <w:rFonts w:ascii="Corbel" w:hAnsi="Corbel"/>
                <w:sz w:val="24"/>
                <w:szCs w:val="24"/>
              </w:rPr>
              <w:t>rzeciwdziałani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863">
              <w:rPr>
                <w:rFonts w:ascii="Corbel" w:hAnsi="Corbel"/>
                <w:sz w:val="24"/>
                <w:szCs w:val="24"/>
              </w:rPr>
              <w:t xml:space="preserve"> zmian</w:t>
            </w:r>
            <w:r>
              <w:rPr>
                <w:rFonts w:ascii="Corbel" w:hAnsi="Corbel"/>
                <w:sz w:val="24"/>
                <w:szCs w:val="24"/>
              </w:rPr>
              <w:t xml:space="preserve">om </w:t>
            </w:r>
            <w:r w:rsidRPr="00317863">
              <w:rPr>
                <w:rFonts w:ascii="Corbel" w:hAnsi="Corbel"/>
                <w:sz w:val="24"/>
                <w:szCs w:val="24"/>
              </w:rPr>
              <w:t>klimatu</w:t>
            </w:r>
          </w:p>
        </w:tc>
      </w:tr>
      <w:tr w:rsidR="00E071F9" w:rsidRPr="00EB5361" w14:paraId="32302441" w14:textId="77777777" w:rsidTr="002D23BB">
        <w:trPr>
          <w:trHeight w:val="227"/>
        </w:trPr>
        <w:tc>
          <w:tcPr>
            <w:tcW w:w="9520" w:type="dxa"/>
          </w:tcPr>
          <w:p w14:paraId="466BD751" w14:textId="77777777" w:rsidR="00E071F9" w:rsidRPr="00EB5361" w:rsidRDefault="00F83C56" w:rsidP="002D23BB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17863">
              <w:rPr>
                <w:rFonts w:ascii="Corbel" w:hAnsi="Corbel"/>
                <w:sz w:val="24"/>
                <w:szCs w:val="24"/>
              </w:rPr>
              <w:t>Różnorodność biologiczna, użytkowanie gruntów i leśnictwo</w:t>
            </w:r>
          </w:p>
        </w:tc>
      </w:tr>
      <w:tr w:rsidR="000B113D" w:rsidRPr="00EB5361" w14:paraId="1A3FFCC6" w14:textId="77777777" w:rsidTr="002D23BB">
        <w:trPr>
          <w:trHeight w:val="227"/>
        </w:trPr>
        <w:tc>
          <w:tcPr>
            <w:tcW w:w="9520" w:type="dxa"/>
          </w:tcPr>
          <w:p w14:paraId="7BEBA5AE" w14:textId="77777777" w:rsidR="000B113D" w:rsidRPr="00EB5361" w:rsidRDefault="00F83C56" w:rsidP="002D23BB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17863">
              <w:rPr>
                <w:rFonts w:ascii="Corbel" w:hAnsi="Corbel"/>
                <w:sz w:val="24"/>
                <w:szCs w:val="24"/>
              </w:rPr>
              <w:t>Ochrona wód i gospodarka wodna</w:t>
            </w:r>
          </w:p>
        </w:tc>
      </w:tr>
      <w:tr w:rsidR="000B113D" w:rsidRPr="00EB5361" w14:paraId="2264F520" w14:textId="77777777" w:rsidTr="002D23BB">
        <w:trPr>
          <w:trHeight w:val="227"/>
        </w:trPr>
        <w:tc>
          <w:tcPr>
            <w:tcW w:w="9520" w:type="dxa"/>
          </w:tcPr>
          <w:p w14:paraId="23D0F573" w14:textId="77777777" w:rsidR="000B113D" w:rsidRPr="00EB5361" w:rsidRDefault="00F83C56" w:rsidP="00EB4EF0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B0597E">
              <w:rPr>
                <w:rFonts w:ascii="Corbel" w:hAnsi="Corbel"/>
                <w:sz w:val="24"/>
                <w:szCs w:val="24"/>
              </w:rPr>
              <w:t>Zanieczyszczenie powietrza i zanieczyszczenie hałasem</w:t>
            </w:r>
          </w:p>
        </w:tc>
      </w:tr>
      <w:tr w:rsidR="000B113D" w:rsidRPr="00EB5361" w14:paraId="61D50FCD" w14:textId="77777777" w:rsidTr="002D23BB">
        <w:trPr>
          <w:trHeight w:val="227"/>
        </w:trPr>
        <w:tc>
          <w:tcPr>
            <w:tcW w:w="9520" w:type="dxa"/>
          </w:tcPr>
          <w:p w14:paraId="161C96E2" w14:textId="77777777" w:rsidR="000B113D" w:rsidRPr="00EB5361" w:rsidRDefault="00F83C56" w:rsidP="002D23BB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B0597E">
              <w:rPr>
                <w:rFonts w:ascii="Corbel" w:hAnsi="Corbel"/>
                <w:sz w:val="24"/>
                <w:szCs w:val="24"/>
              </w:rPr>
              <w:t>Efektywne gospodarowanie zasobami a gospodarka o obiegu zamkniętym</w:t>
            </w:r>
          </w:p>
        </w:tc>
      </w:tr>
      <w:tr w:rsidR="000B113D" w:rsidRPr="00EB5361" w14:paraId="40DD49C0" w14:textId="77777777" w:rsidTr="002D23BB">
        <w:trPr>
          <w:trHeight w:val="227"/>
        </w:trPr>
        <w:tc>
          <w:tcPr>
            <w:tcW w:w="9520" w:type="dxa"/>
          </w:tcPr>
          <w:p w14:paraId="45CC120D" w14:textId="77777777" w:rsidR="000B113D" w:rsidRPr="00EB5361" w:rsidRDefault="00F83C56" w:rsidP="002D23BB">
            <w:pPr>
              <w:spacing w:after="0" w:line="240" w:lineRule="auto"/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B0597E">
              <w:rPr>
                <w:rFonts w:ascii="Corbel" w:hAnsi="Corbel"/>
                <w:sz w:val="24"/>
                <w:szCs w:val="24"/>
              </w:rPr>
              <w:t>Zrównoważona konsumpcja i produkcja</w:t>
            </w:r>
          </w:p>
        </w:tc>
      </w:tr>
      <w:tr w:rsidR="000B113D" w:rsidRPr="00EB5361" w14:paraId="68ED18A1" w14:textId="77777777" w:rsidTr="002D23BB">
        <w:trPr>
          <w:trHeight w:val="227"/>
        </w:trPr>
        <w:tc>
          <w:tcPr>
            <w:tcW w:w="9520" w:type="dxa"/>
          </w:tcPr>
          <w:p w14:paraId="04631A1A" w14:textId="77777777" w:rsidR="000B113D" w:rsidRPr="00EB5361" w:rsidRDefault="00F83C56" w:rsidP="000B113D">
            <w:pPr>
              <w:spacing w:after="0" w:line="240" w:lineRule="auto"/>
              <w:ind w:right="1660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Świadomość społeczna a realizacja celów polityki ekologicznej  </w:t>
            </w:r>
          </w:p>
        </w:tc>
      </w:tr>
    </w:tbl>
    <w:p w14:paraId="6AD6D9BD" w14:textId="77777777" w:rsidR="0085747A" w:rsidRPr="009C54AE" w:rsidRDefault="0085747A" w:rsidP="00EB4EF0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p w14:paraId="4F6C0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68275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06801" w14:paraId="2E563585" w14:textId="77777777" w:rsidTr="00DB1A41">
        <w:tc>
          <w:tcPr>
            <w:tcW w:w="9520" w:type="dxa"/>
          </w:tcPr>
          <w:p w14:paraId="59B921E5" w14:textId="77777777" w:rsidR="0085747A" w:rsidRPr="00606801" w:rsidRDefault="0085747A" w:rsidP="00EB4EF0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6068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694" w:rsidRPr="00606801" w14:paraId="42A96CE9" w14:textId="77777777" w:rsidTr="00DB1A41">
        <w:tc>
          <w:tcPr>
            <w:tcW w:w="9520" w:type="dxa"/>
          </w:tcPr>
          <w:p w14:paraId="3C4FF54D" w14:textId="77777777" w:rsidR="00EA1694" w:rsidRDefault="00B95581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ekologiczna w relacji do c</w:t>
            </w:r>
            <w:r w:rsidR="00101865">
              <w:rPr>
                <w:rFonts w:ascii="Corbel" w:hAnsi="Corbel"/>
                <w:sz w:val="24"/>
                <w:szCs w:val="24"/>
              </w:rPr>
              <w:t>el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="00101865">
              <w:rPr>
                <w:rFonts w:ascii="Corbel" w:hAnsi="Corbel"/>
                <w:sz w:val="24"/>
                <w:szCs w:val="24"/>
              </w:rPr>
              <w:t xml:space="preserve"> zrównoważonego rozwoju – realizacja</w:t>
            </w:r>
            <w:r w:rsidR="0038592A">
              <w:rPr>
                <w:rFonts w:ascii="Corbel" w:hAnsi="Corbel"/>
                <w:sz w:val="24"/>
                <w:szCs w:val="24"/>
              </w:rPr>
              <w:t xml:space="preserve">, </w:t>
            </w:r>
            <w:r w:rsidR="00101865">
              <w:rPr>
                <w:rFonts w:ascii="Corbel" w:hAnsi="Corbel"/>
                <w:sz w:val="24"/>
                <w:szCs w:val="24"/>
              </w:rPr>
              <w:t>wyzwania</w:t>
            </w:r>
            <w:r w:rsidR="005406E4">
              <w:rPr>
                <w:rFonts w:ascii="Corbel" w:hAnsi="Corbel"/>
                <w:sz w:val="24"/>
                <w:szCs w:val="24"/>
              </w:rPr>
              <w:t xml:space="preserve"> </w:t>
            </w:r>
            <w:r w:rsidR="0038592A">
              <w:rPr>
                <w:rFonts w:ascii="Corbel" w:hAnsi="Corbel"/>
                <w:sz w:val="24"/>
                <w:szCs w:val="24"/>
              </w:rPr>
              <w:t>i</w:t>
            </w:r>
            <w:r w:rsidR="0050320B">
              <w:rPr>
                <w:rFonts w:ascii="Corbel" w:hAnsi="Corbel"/>
                <w:sz w:val="24"/>
                <w:szCs w:val="24"/>
              </w:rPr>
              <w:t> </w:t>
            </w:r>
            <w:r w:rsidR="0038592A">
              <w:rPr>
                <w:rFonts w:ascii="Corbel" w:hAnsi="Corbel"/>
                <w:sz w:val="24"/>
                <w:szCs w:val="24"/>
              </w:rPr>
              <w:t xml:space="preserve">problemy </w:t>
            </w:r>
            <w:r w:rsidR="00F505CE">
              <w:rPr>
                <w:rFonts w:ascii="Corbel" w:hAnsi="Corbel"/>
                <w:sz w:val="24"/>
                <w:szCs w:val="24"/>
              </w:rPr>
              <w:t>– poziom międzynarodowy, europejski, krajowy</w:t>
            </w:r>
            <w:r w:rsidR="00D26C40">
              <w:rPr>
                <w:rFonts w:ascii="Corbel" w:hAnsi="Corbel"/>
                <w:sz w:val="24"/>
                <w:szCs w:val="24"/>
              </w:rPr>
              <w:t>:</w:t>
            </w:r>
          </w:p>
          <w:p w14:paraId="62825779" w14:textId="77777777" w:rsidR="00D26C40" w:rsidRDefault="00907552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k</w:t>
            </w:r>
            <w:r w:rsidR="00D26C40">
              <w:rPr>
                <w:rFonts w:ascii="Corbel" w:hAnsi="Corbel"/>
                <w:sz w:val="24"/>
                <w:szCs w:val="24"/>
              </w:rPr>
              <w:t>oniec z ubóstwem</w:t>
            </w:r>
          </w:p>
          <w:p w14:paraId="3D62A841" w14:textId="77777777" w:rsidR="00D26C40" w:rsidRDefault="00D26C40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zero głodu</w:t>
            </w:r>
          </w:p>
          <w:p w14:paraId="0CDDA3A7" w14:textId="77777777" w:rsidR="00D26C40" w:rsidRDefault="00D26C40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dobre zdrowie i jakość życia</w:t>
            </w:r>
          </w:p>
          <w:p w14:paraId="2DDBEF92" w14:textId="77777777" w:rsidR="00D26C40" w:rsidRDefault="00D26C40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dobra jakość edukacji </w:t>
            </w:r>
          </w:p>
          <w:p w14:paraId="69828CD4" w14:textId="77777777" w:rsidR="00D26C40" w:rsidRDefault="00D26C40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907552">
              <w:rPr>
                <w:rFonts w:ascii="Corbel" w:hAnsi="Corbel"/>
                <w:sz w:val="24"/>
                <w:szCs w:val="24"/>
              </w:rPr>
              <w:t>równość</w:t>
            </w:r>
            <w:r>
              <w:rPr>
                <w:rFonts w:ascii="Corbel" w:hAnsi="Corbel"/>
                <w:sz w:val="24"/>
                <w:szCs w:val="24"/>
              </w:rPr>
              <w:t xml:space="preserve"> płci</w:t>
            </w:r>
          </w:p>
          <w:p w14:paraId="50618438" w14:textId="77777777" w:rsidR="00D26C40" w:rsidRDefault="00D26C40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czysta woda i warunki sanitarne</w:t>
            </w:r>
          </w:p>
          <w:p w14:paraId="481A4511" w14:textId="77777777" w:rsidR="00D26C40" w:rsidRDefault="00D26C40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czysta i dostępna energia</w:t>
            </w:r>
          </w:p>
          <w:p w14:paraId="32D86628" w14:textId="77777777" w:rsidR="00D26C40" w:rsidRDefault="0045264B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wzrost gospodarczy i godna praca</w:t>
            </w:r>
          </w:p>
          <w:p w14:paraId="32D3E339" w14:textId="77777777" w:rsidR="0045264B" w:rsidRDefault="0045264B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  <w:r w:rsidR="002077A3">
              <w:rPr>
                <w:rFonts w:ascii="Corbel" w:hAnsi="Corbel"/>
                <w:sz w:val="24"/>
                <w:szCs w:val="24"/>
              </w:rPr>
              <w:t>innowacyjność, przemysł, infrastruktura</w:t>
            </w:r>
          </w:p>
          <w:p w14:paraId="05C0E19E" w14:textId="77777777" w:rsidR="002077A3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mniej nierówności</w:t>
            </w:r>
          </w:p>
          <w:p w14:paraId="539C310E" w14:textId="77777777" w:rsidR="002077A3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 zrównoważone miasta i nierówności</w:t>
            </w:r>
          </w:p>
          <w:p w14:paraId="2A12CAF1" w14:textId="77777777" w:rsidR="002077A3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 odpowiedzialna konsumpcja i produkcja</w:t>
            </w:r>
          </w:p>
          <w:p w14:paraId="2E0045C3" w14:textId="77777777" w:rsidR="002077A3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13. działanie w dziedzinie klimatu</w:t>
            </w:r>
          </w:p>
          <w:p w14:paraId="5B8104E2" w14:textId="77777777" w:rsidR="002077A3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14. życie pod wodą</w:t>
            </w:r>
          </w:p>
          <w:p w14:paraId="7FA53108" w14:textId="77777777" w:rsidR="002077A3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15. życie na lądzie</w:t>
            </w:r>
          </w:p>
          <w:p w14:paraId="7F57056D" w14:textId="77777777" w:rsidR="002077A3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16. pokój sprawiedliwość i silne instytucje</w:t>
            </w:r>
          </w:p>
          <w:p w14:paraId="48781AD0" w14:textId="77777777" w:rsidR="002077A3" w:rsidRPr="00606801" w:rsidRDefault="002077A3" w:rsidP="00EA169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17. </w:t>
            </w:r>
            <w:r w:rsidR="00907552">
              <w:rPr>
                <w:rFonts w:ascii="Corbel" w:hAnsi="Corbel"/>
                <w:sz w:val="24"/>
                <w:szCs w:val="24"/>
              </w:rPr>
              <w:t>partnerstwa na rzecz celów zrównoważonego rozwoju</w:t>
            </w:r>
          </w:p>
        </w:tc>
      </w:tr>
    </w:tbl>
    <w:p w14:paraId="78C40E31" w14:textId="77777777" w:rsidR="00EB4EF0" w:rsidRDefault="00EB4EF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4616F0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8EE2C4C" w14:textId="77777777" w:rsidR="004A2A43" w:rsidRDefault="00CB653E" w:rsidP="003C7193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</w:t>
      </w:r>
      <w:r w:rsidR="00E40F5C">
        <w:rPr>
          <w:rFonts w:ascii="Corbel" w:hAnsi="Corbel"/>
          <w:sz w:val="24"/>
          <w:szCs w:val="24"/>
        </w:rPr>
        <w:t>ykład</w:t>
      </w:r>
      <w:r w:rsidR="004A2A43">
        <w:rPr>
          <w:rFonts w:ascii="Corbel" w:hAnsi="Corbel"/>
          <w:sz w:val="24"/>
          <w:szCs w:val="24"/>
        </w:rPr>
        <w:t>: wykład</w:t>
      </w:r>
      <w:r w:rsidR="00E40F5C">
        <w:rPr>
          <w:rFonts w:ascii="Corbel" w:hAnsi="Corbel"/>
          <w:sz w:val="24"/>
          <w:szCs w:val="24"/>
        </w:rPr>
        <w:t xml:space="preserve"> problemowy</w:t>
      </w:r>
    </w:p>
    <w:p w14:paraId="642652FF" w14:textId="77777777" w:rsidR="00EB4EF0" w:rsidRPr="003C7193" w:rsidRDefault="00CB653E" w:rsidP="003C7193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k</w:t>
      </w:r>
      <w:r w:rsidR="004A2A43">
        <w:rPr>
          <w:rFonts w:ascii="Corbel" w:hAnsi="Corbel"/>
          <w:sz w:val="24"/>
          <w:szCs w:val="24"/>
        </w:rPr>
        <w:t>onwersatorium:</w:t>
      </w:r>
      <w:r w:rsidR="00F66B9A">
        <w:rPr>
          <w:rFonts w:ascii="Corbel" w:hAnsi="Corbel"/>
          <w:sz w:val="24"/>
          <w:szCs w:val="24"/>
        </w:rPr>
        <w:t xml:space="preserve"> </w:t>
      </w:r>
      <w:r w:rsidR="004F07C2">
        <w:rPr>
          <w:rFonts w:ascii="Corbel" w:hAnsi="Corbel"/>
          <w:sz w:val="24"/>
          <w:szCs w:val="24"/>
        </w:rPr>
        <w:t>praca w grupach</w:t>
      </w:r>
      <w:r w:rsidR="00B95581">
        <w:rPr>
          <w:rFonts w:ascii="Corbel" w:hAnsi="Corbel"/>
          <w:sz w:val="24"/>
          <w:szCs w:val="24"/>
        </w:rPr>
        <w:t>,</w:t>
      </w:r>
      <w:r w:rsidR="00B95581" w:rsidRPr="00B95581">
        <w:rPr>
          <w:rFonts w:ascii="Corbel" w:hAnsi="Corbel"/>
          <w:sz w:val="24"/>
          <w:szCs w:val="24"/>
        </w:rPr>
        <w:t xml:space="preserve"> </w:t>
      </w:r>
      <w:r w:rsidR="00B95581">
        <w:rPr>
          <w:rFonts w:ascii="Corbel" w:hAnsi="Corbel"/>
          <w:sz w:val="24"/>
          <w:szCs w:val="24"/>
        </w:rPr>
        <w:t>dyskusja</w:t>
      </w:r>
    </w:p>
    <w:p w14:paraId="2D4AF65A" w14:textId="77777777" w:rsidR="00EB4EF0" w:rsidRDefault="00EB4EF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FD99BE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A3E07F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8C55B69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650B791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19F09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EB7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44706E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DFE7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FCFD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2A16311" w14:textId="77777777" w:rsidTr="00C05F44">
        <w:tc>
          <w:tcPr>
            <w:tcW w:w="1985" w:type="dxa"/>
            <w:vAlign w:val="center"/>
          </w:tcPr>
          <w:p w14:paraId="5458C541" w14:textId="77777777" w:rsidR="0085747A" w:rsidRPr="009C54AE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942694" w14:textId="77777777" w:rsidR="0085747A" w:rsidRPr="009C54AE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98DF0D" w14:textId="77777777" w:rsidR="0085747A" w:rsidRPr="009C54AE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5B19CC3" w14:textId="77777777" w:rsidR="00923D7D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9D7B0AB" w14:textId="77777777" w:rsidR="0085747A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A218A6" w:rsidRPr="009C54AE" w14:paraId="6FB06495" w14:textId="77777777" w:rsidTr="00D47C16">
        <w:tc>
          <w:tcPr>
            <w:tcW w:w="1985" w:type="dxa"/>
            <w:vAlign w:val="center"/>
          </w:tcPr>
          <w:p w14:paraId="14625FF1" w14:textId="77777777" w:rsidR="00A218A6" w:rsidRPr="00955656" w:rsidRDefault="00A218A6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01 </w:t>
            </w:r>
          </w:p>
        </w:tc>
        <w:tc>
          <w:tcPr>
            <w:tcW w:w="5528" w:type="dxa"/>
          </w:tcPr>
          <w:p w14:paraId="1D074F15" w14:textId="77777777" w:rsidR="00A218A6" w:rsidRPr="00D72599" w:rsidRDefault="0082335D" w:rsidP="00DB65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D62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3C71AAC0" w14:textId="77777777" w:rsidR="00A218A6" w:rsidRPr="00D72599" w:rsidRDefault="00E076A8" w:rsidP="00DB65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DB6584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496F17" w:rsidRPr="009C54AE" w14:paraId="52A63684" w14:textId="77777777" w:rsidTr="00D47C16">
        <w:trPr>
          <w:trHeight w:val="227"/>
        </w:trPr>
        <w:tc>
          <w:tcPr>
            <w:tcW w:w="1985" w:type="dxa"/>
            <w:vAlign w:val="center"/>
          </w:tcPr>
          <w:p w14:paraId="5D0FAA5A" w14:textId="77777777" w:rsidR="00496F17" w:rsidRPr="00955656" w:rsidRDefault="00F33E82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="00496F17" w:rsidRPr="00955656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528" w:type="dxa"/>
          </w:tcPr>
          <w:p w14:paraId="3D073336" w14:textId="77777777" w:rsidR="00496F17" w:rsidRPr="00D72599" w:rsidRDefault="00AE797F" w:rsidP="00DB65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BD62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8446366" w14:textId="77777777" w:rsidR="00496F17" w:rsidRPr="00BB6D49" w:rsidRDefault="00DB6584" w:rsidP="00DB65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076A8">
              <w:rPr>
                <w:rFonts w:ascii="Corbel" w:hAnsi="Corbel"/>
                <w:b w:val="0"/>
                <w:smallCaps w:val="0"/>
                <w:szCs w:val="24"/>
              </w:rPr>
              <w:t>, konw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6F17" w:rsidRPr="009C54AE" w14:paraId="797BF49C" w14:textId="77777777" w:rsidTr="00D47C16">
        <w:trPr>
          <w:cantSplit/>
        </w:trPr>
        <w:tc>
          <w:tcPr>
            <w:tcW w:w="1985" w:type="dxa"/>
            <w:vAlign w:val="center"/>
          </w:tcPr>
          <w:p w14:paraId="4D864676" w14:textId="77777777" w:rsidR="00496F17" w:rsidRPr="00955656" w:rsidRDefault="00496F17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14:paraId="3349F4E9" w14:textId="77777777" w:rsidR="00496F17" w:rsidRPr="00D72599" w:rsidRDefault="00AE797F" w:rsidP="00E076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ocena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udziału</w:t>
            </w:r>
            <w:r w:rsidR="00BD62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dyskusji</w:t>
            </w:r>
          </w:p>
        </w:tc>
        <w:tc>
          <w:tcPr>
            <w:tcW w:w="2126" w:type="dxa"/>
            <w:vAlign w:val="center"/>
          </w:tcPr>
          <w:p w14:paraId="37455288" w14:textId="77777777" w:rsidR="00496F17" w:rsidRPr="00BB6D49" w:rsidRDefault="00DB6584" w:rsidP="00DB65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496F17" w:rsidRPr="009C54AE" w14:paraId="24962C37" w14:textId="77777777" w:rsidTr="00D47C16">
        <w:tc>
          <w:tcPr>
            <w:tcW w:w="1985" w:type="dxa"/>
            <w:vAlign w:val="center"/>
          </w:tcPr>
          <w:p w14:paraId="2363F045" w14:textId="77777777" w:rsidR="00496F17" w:rsidRPr="00955656" w:rsidRDefault="00496F17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14:paraId="4C055A9C" w14:textId="77777777" w:rsidR="00496F17" w:rsidRPr="00D72599" w:rsidRDefault="00AE797F" w:rsidP="00BD6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ocena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udziału</w:t>
            </w:r>
            <w:r w:rsidR="005B2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dyskusji</w:t>
            </w: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47200D2" w14:textId="77777777" w:rsidR="00496F17" w:rsidRPr="00BB6D49" w:rsidRDefault="00DB6584" w:rsidP="00BB6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496F17" w:rsidRPr="009C54AE" w14:paraId="4CCEF214" w14:textId="77777777" w:rsidTr="00D47C16">
        <w:tc>
          <w:tcPr>
            <w:tcW w:w="1985" w:type="dxa"/>
            <w:vAlign w:val="center"/>
          </w:tcPr>
          <w:p w14:paraId="302B0F1A" w14:textId="77777777" w:rsidR="00496F17" w:rsidRPr="00F6038D" w:rsidRDefault="00496F17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038D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7EEF191B" w14:textId="77777777" w:rsidR="00496F17" w:rsidRPr="00D72599" w:rsidRDefault="00AE797F" w:rsidP="00BD62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ocena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udziału</w:t>
            </w:r>
            <w:r w:rsidR="005B2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dyskusji</w:t>
            </w: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5A317A5" w14:textId="77777777" w:rsidR="00496F17" w:rsidRPr="00BB6D49" w:rsidRDefault="00DB6584" w:rsidP="00BB6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496F17" w:rsidRPr="009C54AE" w14:paraId="37FCBC37" w14:textId="77777777" w:rsidTr="00D47C16">
        <w:tc>
          <w:tcPr>
            <w:tcW w:w="1985" w:type="dxa"/>
            <w:vAlign w:val="center"/>
          </w:tcPr>
          <w:p w14:paraId="3A29BAA3" w14:textId="77777777" w:rsidR="00496F17" w:rsidRPr="00F6038D" w:rsidRDefault="00496F17" w:rsidP="00D47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6DE9E317" w14:textId="77777777" w:rsidR="00496F17" w:rsidRPr="00D72599" w:rsidRDefault="00AE797F" w:rsidP="005B2C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ocena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udziału</w:t>
            </w:r>
            <w:r w:rsidR="005B2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dyskusji</w:t>
            </w:r>
            <w:r w:rsidRPr="00823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0B9EE6E" w14:textId="77777777" w:rsidR="00496F17" w:rsidRPr="00BB6D49" w:rsidRDefault="00DB6584" w:rsidP="00BB6D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14:paraId="75CD64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83E09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54B34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53B25" w14:textId="77777777" w:rsidTr="00923D7D">
        <w:tc>
          <w:tcPr>
            <w:tcW w:w="9670" w:type="dxa"/>
          </w:tcPr>
          <w:p w14:paraId="47FFC14A" w14:textId="77777777" w:rsidR="00E41E88" w:rsidRDefault="00E41E88" w:rsidP="00E4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pozytywnej oceny z kolokwium końcowego. Skala ocen z kolokwium:</w:t>
            </w:r>
          </w:p>
          <w:p w14:paraId="625CF162" w14:textId="77777777" w:rsidR="00E41E88" w:rsidRDefault="00E41E88" w:rsidP="00E4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 xml:space="preserve">91-100 % 5,0 </w:t>
            </w:r>
          </w:p>
          <w:p w14:paraId="0AEBE1D1" w14:textId="77777777" w:rsidR="00E41E88" w:rsidRDefault="00E41E88" w:rsidP="00E4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 xml:space="preserve">81-90% 4,5 </w:t>
            </w:r>
          </w:p>
          <w:p w14:paraId="1B7A33B9" w14:textId="77777777" w:rsidR="00E41E88" w:rsidRDefault="00E41E88" w:rsidP="00E4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 xml:space="preserve">71-80% 4,0 </w:t>
            </w:r>
          </w:p>
          <w:p w14:paraId="571EC1B9" w14:textId="1C1CE497" w:rsidR="00E41E88" w:rsidRPr="00E41E88" w:rsidRDefault="00E41E88" w:rsidP="00E4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 xml:space="preserve">61-70% 3,5 </w:t>
            </w:r>
          </w:p>
          <w:p w14:paraId="3DDED5A5" w14:textId="51FAAC26" w:rsidR="00E41E88" w:rsidRDefault="00E41E88" w:rsidP="00E4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E88"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412A0F2E" w14:textId="772C0E46" w:rsidR="0085747A" w:rsidRPr="009C54AE" w:rsidRDefault="00E41E88" w:rsidP="00E4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końcową wpływa </w:t>
            </w:r>
            <w:r w:rsidR="00AC049B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C049B" w:rsidRPr="00EB4EF0">
              <w:rPr>
                <w:rFonts w:ascii="Corbel" w:hAnsi="Corbel"/>
                <w:b w:val="0"/>
                <w:smallCaps w:val="0"/>
                <w:szCs w:val="24"/>
              </w:rPr>
              <w:t>ktywny udział w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½ oceny</w:t>
            </w:r>
            <w:r w:rsidR="005B2CBD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½ oceny.</w:t>
            </w:r>
          </w:p>
        </w:tc>
      </w:tr>
    </w:tbl>
    <w:p w14:paraId="490AA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57F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2C7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4882CA" w14:textId="77777777" w:rsidTr="003E1941">
        <w:tc>
          <w:tcPr>
            <w:tcW w:w="4962" w:type="dxa"/>
            <w:vAlign w:val="center"/>
          </w:tcPr>
          <w:p w14:paraId="369D2D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6D5D49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B187B61" w14:textId="77777777" w:rsidTr="00681951">
        <w:tc>
          <w:tcPr>
            <w:tcW w:w="4962" w:type="dxa"/>
          </w:tcPr>
          <w:p w14:paraId="3CCE3721" w14:textId="77777777" w:rsidR="0085747A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E25CC39" w14:textId="77777777" w:rsidR="0085747A" w:rsidRPr="009C54AE" w:rsidRDefault="007F791C" w:rsidP="00DC17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C173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338889" w14:textId="77777777" w:rsidTr="00681951">
        <w:tc>
          <w:tcPr>
            <w:tcW w:w="4962" w:type="dxa"/>
          </w:tcPr>
          <w:p w14:paraId="1541F575" w14:textId="77777777" w:rsidR="00C61DC5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E724C58" w14:textId="77777777" w:rsidR="00C61DC5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1E78059" w14:textId="77777777" w:rsidR="00C61DC5" w:rsidRPr="009C54AE" w:rsidRDefault="00DC173D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88BCC6C" w14:textId="77777777" w:rsidTr="00681951">
        <w:tc>
          <w:tcPr>
            <w:tcW w:w="4962" w:type="dxa"/>
          </w:tcPr>
          <w:p w14:paraId="5909BE12" w14:textId="77777777" w:rsidR="0071620A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5CD8B42" w14:textId="77777777" w:rsidR="00C61DC5" w:rsidRPr="009C54AE" w:rsidRDefault="00C61DC5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9645133" w14:textId="77777777" w:rsidR="00C61DC5" w:rsidRPr="009C54AE" w:rsidRDefault="002B61FD" w:rsidP="00D531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14:paraId="5526E0B1" w14:textId="77777777" w:rsidTr="00681951">
        <w:tc>
          <w:tcPr>
            <w:tcW w:w="4962" w:type="dxa"/>
          </w:tcPr>
          <w:p w14:paraId="662E1C3B" w14:textId="77777777" w:rsidR="0085747A" w:rsidRPr="009C54AE" w:rsidRDefault="0085747A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1FDEAD6" w14:textId="77777777" w:rsidR="0085747A" w:rsidRPr="009C54AE" w:rsidRDefault="005E68FB" w:rsidP="007F79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001564A4" w14:textId="77777777" w:rsidTr="00681951">
        <w:tc>
          <w:tcPr>
            <w:tcW w:w="4962" w:type="dxa"/>
          </w:tcPr>
          <w:p w14:paraId="4F86D50B" w14:textId="77777777" w:rsidR="0085747A" w:rsidRPr="009C54AE" w:rsidRDefault="0085747A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2A7F2AC" w14:textId="77777777" w:rsidR="0085747A" w:rsidRPr="009C54AE" w:rsidRDefault="005E68FB" w:rsidP="009A4A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FC284E0" w14:textId="77777777" w:rsidR="0061404C" w:rsidRDefault="00923D7D" w:rsidP="006E052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707708" w14:textId="77777777" w:rsidR="00A169F9" w:rsidRDefault="00A169F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9372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9212E1" w14:textId="77777777" w:rsidR="0085747A" w:rsidRPr="00DD5A1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1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7A55D42" w14:textId="77777777" w:rsidTr="0071620A">
        <w:trPr>
          <w:trHeight w:val="397"/>
        </w:trPr>
        <w:tc>
          <w:tcPr>
            <w:tcW w:w="3544" w:type="dxa"/>
          </w:tcPr>
          <w:p w14:paraId="26EB2C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1A5115" w14:textId="77777777" w:rsidR="0085747A" w:rsidRPr="009C54AE" w:rsidRDefault="006E0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8A80C9" w14:textId="77777777" w:rsidTr="0071620A">
        <w:trPr>
          <w:trHeight w:val="397"/>
        </w:trPr>
        <w:tc>
          <w:tcPr>
            <w:tcW w:w="3544" w:type="dxa"/>
          </w:tcPr>
          <w:p w14:paraId="5DF783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7D5749" w14:textId="77777777" w:rsidR="0085747A" w:rsidRPr="009C54AE" w:rsidRDefault="006E0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67B5CD5" w14:textId="77777777" w:rsidR="003E1941" w:rsidRPr="00DD5A1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16"/>
          <w:szCs w:val="24"/>
        </w:rPr>
      </w:pPr>
    </w:p>
    <w:p w14:paraId="25A551F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462A8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765A36" w14:textId="77777777" w:rsidTr="0071620A">
        <w:trPr>
          <w:trHeight w:val="397"/>
        </w:trPr>
        <w:tc>
          <w:tcPr>
            <w:tcW w:w="7513" w:type="dxa"/>
          </w:tcPr>
          <w:p w14:paraId="68D94C0F" w14:textId="77777777" w:rsidR="00A21A76" w:rsidRDefault="0085747A" w:rsidP="00A21A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47DA4D" w14:textId="77777777" w:rsidR="00E006E3" w:rsidRDefault="00E006E3" w:rsidP="00DD2D88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Małachowski K. (red.), </w:t>
            </w:r>
            <w:r w:rsidRPr="007842F3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CEDEWU, Warszawa 2023.</w:t>
            </w:r>
          </w:p>
          <w:p w14:paraId="268EA9AB" w14:textId="77777777" w:rsidR="00E006E3" w:rsidRPr="00415D23" w:rsidRDefault="00E006E3" w:rsidP="003655ED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415D2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Rzeńca A., Drzazga D., Burchard-Dziubińska M., </w:t>
            </w:r>
            <w:r w:rsidRPr="00415D23">
              <w:rPr>
                <w:rFonts w:ascii="Corbel" w:hAnsi="Corbel"/>
                <w:b w:val="0"/>
                <w:i/>
                <w:smallCaps w:val="0"/>
                <w:szCs w:val="24"/>
              </w:rPr>
              <w:t>Zrównoważony rozwój – naturalny wybór</w:t>
            </w:r>
            <w:r w:rsidRPr="00415D23">
              <w:rPr>
                <w:rFonts w:ascii="Corbel" w:hAnsi="Corbel"/>
                <w:b w:val="0"/>
                <w:smallCaps w:val="0"/>
                <w:szCs w:val="24"/>
              </w:rPr>
              <w:t>, Wydawnictwo Uniwersytetu Łódzkiego, Łódź 2014.</w:t>
            </w:r>
          </w:p>
          <w:p w14:paraId="4A0FDBF6" w14:textId="77777777" w:rsidR="00D8706A" w:rsidRPr="009C54AE" w:rsidRDefault="00E006E3" w:rsidP="0069334C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Życki A., </w:t>
            </w:r>
            <w:r w:rsidRPr="007842F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Zmiany klimatu i ich wpływ na społeczeństwa. Wybrane aspekty polityki ekologicznej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UJK, Kielce 2021.</w:t>
            </w:r>
          </w:p>
        </w:tc>
      </w:tr>
      <w:tr w:rsidR="0085747A" w:rsidRPr="00E41E88" w14:paraId="05177A45" w14:textId="77777777" w:rsidTr="0071620A">
        <w:trPr>
          <w:trHeight w:val="397"/>
        </w:trPr>
        <w:tc>
          <w:tcPr>
            <w:tcW w:w="7513" w:type="dxa"/>
          </w:tcPr>
          <w:p w14:paraId="206FAE66" w14:textId="77777777" w:rsidR="0085747A" w:rsidRDefault="0085747A" w:rsidP="00090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823E4B" w14:textId="77777777" w:rsidR="00C40D74" w:rsidRDefault="00C40D74" w:rsidP="00980078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415D23">
              <w:rPr>
                <w:rFonts w:ascii="Corbel" w:hAnsi="Corbel"/>
                <w:b w:val="0"/>
                <w:smallCaps w:val="0"/>
                <w:szCs w:val="24"/>
              </w:rPr>
              <w:t xml:space="preserve">Brodowicz D.P., Michalska M., Kalinowski M., </w:t>
            </w:r>
            <w:r w:rsidRPr="00415D23">
              <w:rPr>
                <w:rFonts w:ascii="Corbel" w:hAnsi="Corbel"/>
                <w:b w:val="0"/>
                <w:i/>
                <w:smallCaps w:val="0"/>
                <w:szCs w:val="24"/>
              </w:rPr>
              <w:t>Zrównoważony rozwój. Wybrane zagadnienia</w:t>
            </w:r>
            <w:r w:rsidRPr="00415D23">
              <w:rPr>
                <w:rFonts w:ascii="Corbel" w:hAnsi="Corbel"/>
                <w:b w:val="0"/>
                <w:smallCaps w:val="0"/>
                <w:szCs w:val="24"/>
              </w:rPr>
              <w:t>, Texter, Warszawa 2017.</w:t>
            </w:r>
          </w:p>
          <w:p w14:paraId="5A9CA8C6" w14:textId="77777777" w:rsidR="00402CBB" w:rsidRPr="00402CBB" w:rsidRDefault="00402CBB" w:rsidP="00232BA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Cwynar K.M., </w:t>
            </w:r>
            <w:r w:rsidRPr="00402CB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Znaczenie kooperatyzmu dla zrównoważonego rozwoju, </w:t>
            </w:r>
            <w:r w:rsidRPr="00402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„Polityka i Społeczeństwo” 2023, t. 2 (21), s. 5–19.</w:t>
            </w:r>
          </w:p>
          <w:p w14:paraId="47039290" w14:textId="77777777" w:rsidR="00C40D74" w:rsidRPr="007E358A" w:rsidRDefault="00C40D74" w:rsidP="00232BA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7E3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Driving Policy Coherence for Sustainable Development: Accelerating Progress on the SDGs</w:t>
            </w:r>
            <w:r w:rsidRPr="007E3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OECD Publishing, Paris 2023.</w:t>
            </w:r>
          </w:p>
          <w:p w14:paraId="6F1A87F5" w14:textId="77777777" w:rsidR="00C40D74" w:rsidRDefault="00C40D74" w:rsidP="0099773C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3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Figueres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</w:t>
            </w:r>
            <w:r w:rsidRPr="00A43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Rivett-Carnac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T., </w:t>
            </w:r>
            <w:r w:rsidRPr="009343B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Przyszłość zależy od nas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Krytyki Politycznej, Warszawa 2021.</w:t>
            </w:r>
          </w:p>
          <w:p w14:paraId="67DEC68D" w14:textId="77777777" w:rsidR="00C40D74" w:rsidRPr="00FE4934" w:rsidRDefault="00C40D74" w:rsidP="008F111E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1866">
              <w:rPr>
                <w:rFonts w:ascii="Corbel" w:hAnsi="Corbel"/>
                <w:b w:val="0"/>
                <w:smallCaps w:val="0"/>
                <w:szCs w:val="24"/>
              </w:rPr>
              <w:t xml:space="preserve">Fucks R., </w:t>
            </w:r>
            <w:r w:rsidRPr="00091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Zielona rewolucja</w:t>
            </w:r>
            <w:r w:rsidRPr="00091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Książka i Prasa, </w:t>
            </w:r>
            <w:r w:rsidRPr="00091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873F57F" w14:textId="77777777" w:rsidR="00C40D74" w:rsidRDefault="00C40D74" w:rsidP="00232BA4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Gacek Ł., </w:t>
            </w:r>
            <w:r w:rsidRPr="005C0AF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Cywilizacja ekologiczna i transformacja energetyczna w Chinach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FNCE, Poznań 2020.</w:t>
            </w:r>
          </w:p>
          <w:p w14:paraId="439E0704" w14:textId="77777777" w:rsidR="00C40D74" w:rsidRDefault="00C40D74" w:rsidP="00E87ABF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Giddens A., </w:t>
            </w:r>
            <w:r w:rsidRPr="000220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Klimatyczna katastrofa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A6F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Prószyński i S-ka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A6F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</w:t>
            </w:r>
            <w:r w:rsidRPr="00DA6F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80044A" w14:textId="77777777" w:rsidR="00C40D74" w:rsidRDefault="00C40D74" w:rsidP="0099773C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3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Jonathan S. Foer, </w:t>
            </w:r>
            <w:r w:rsidRPr="007E3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Klimat to my</w:t>
            </w:r>
            <w:r w:rsidRPr="007E3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Wyd.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Krytyki Politycznej, Warszawa 2020.</w:t>
            </w:r>
          </w:p>
          <w:p w14:paraId="6A314A92" w14:textId="77777777" w:rsidR="00C40D74" w:rsidRPr="00DC3569" w:rsidRDefault="00C40D74" w:rsidP="0059402E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E6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Klementewicz T.,</w:t>
            </w:r>
            <w:r w:rsidRPr="00DC35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Stawka większa niż rynek. U źródeł stagnacji kapitalizmu bez granic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DC35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F29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Wydawniczy Książka i Prasa, Warszawa 2015</w:t>
            </w:r>
            <w:r w:rsidRPr="00DC35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0006AC05" w14:textId="77777777" w:rsidR="00C40D74" w:rsidRPr="00DC3569" w:rsidRDefault="00C40D74" w:rsidP="0059402E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543233">
              <w:rPr>
                <w:rFonts w:ascii="Corbel" w:hAnsi="Corbel"/>
                <w:b w:val="0"/>
                <w:smallCaps w:val="0"/>
                <w:szCs w:val="24"/>
              </w:rPr>
              <w:t>Kowal 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43233">
              <w:rPr>
                <w:rFonts w:ascii="Corbel" w:hAnsi="Corbel"/>
                <w:b w:val="0"/>
                <w:smallCaps w:val="0"/>
                <w:szCs w:val="24"/>
              </w:rPr>
              <w:t xml:space="preserve"> Misiołek A. Kucińska-Landwójtowicz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C0AFA">
              <w:rPr>
                <w:rFonts w:ascii="Corbel" w:hAnsi="Corbel"/>
                <w:b w:val="0"/>
                <w:i/>
                <w:smallCaps w:val="0"/>
                <w:szCs w:val="24"/>
              </w:rPr>
              <w:t>Ekologia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PWE, Warszawa 2014.</w:t>
            </w:r>
          </w:p>
          <w:p w14:paraId="1B01DB4A" w14:textId="77777777" w:rsidR="00C40D74" w:rsidRDefault="00C40D74" w:rsidP="0059402E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154CA2">
              <w:rPr>
                <w:rFonts w:ascii="Corbel" w:hAnsi="Corbel"/>
                <w:b w:val="0"/>
                <w:smallCaps w:val="0"/>
                <w:szCs w:val="24"/>
              </w:rPr>
              <w:t>Mackenzie A. Ball A.S. Virdee S.R.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9343B3">
              <w:rPr>
                <w:rFonts w:ascii="Corbel" w:hAnsi="Corbel"/>
                <w:b w:val="0"/>
                <w:i/>
                <w:smallCaps w:val="0"/>
                <w:szCs w:val="24"/>
              </w:rPr>
              <w:t>Ekologia. Krótkie wykłady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PWN, Warszawa 2009.</w:t>
            </w:r>
          </w:p>
          <w:p w14:paraId="31466473" w14:textId="77777777" w:rsidR="00C40D74" w:rsidRPr="00415D23" w:rsidRDefault="00C40D74" w:rsidP="007842F3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415D23">
              <w:rPr>
                <w:rFonts w:ascii="Corbel" w:hAnsi="Corbel"/>
                <w:b w:val="0"/>
                <w:smallCaps w:val="0"/>
                <w:szCs w:val="24"/>
              </w:rPr>
              <w:t xml:space="preserve">Pieńkowski D., Murawska A., Zaremba-Warnke S., </w:t>
            </w:r>
            <w:r w:rsidRPr="00415D23">
              <w:rPr>
                <w:rFonts w:ascii="Corbel" w:hAnsi="Corbel"/>
                <w:b w:val="0"/>
                <w:i/>
                <w:smallCaps w:val="0"/>
                <w:szCs w:val="24"/>
              </w:rPr>
              <w:t>Zrównoważona konsumpcja. Wyzwanie dla społeczeństwa w dobie globalizacji</w:t>
            </w:r>
            <w:r w:rsidRPr="00415D23">
              <w:rPr>
                <w:rFonts w:ascii="Corbel" w:hAnsi="Corbel"/>
                <w:b w:val="0"/>
                <w:smallCaps w:val="0"/>
                <w:szCs w:val="24"/>
              </w:rPr>
              <w:t>, Texter, Warszawa 2018.</w:t>
            </w:r>
          </w:p>
          <w:p w14:paraId="74886A96" w14:textId="77777777" w:rsidR="00C40D74" w:rsidRPr="007E358A" w:rsidRDefault="00C40D74" w:rsidP="00F96F00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415D2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Policy Coherence for Sustainable Developmen</w:t>
            </w:r>
            <w:r w:rsidRPr="00415D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  <w:r w:rsidRPr="00415D2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7E3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Towards Sustainable and Resilient Societies</w:t>
            </w:r>
            <w:r w:rsidRPr="007E3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OECD, Paris 2019.</w:t>
            </w:r>
          </w:p>
          <w:p w14:paraId="306E0264" w14:textId="77777777" w:rsidR="00C40D74" w:rsidRPr="00415D23" w:rsidRDefault="00C40D74" w:rsidP="00F96F00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szCs w:val="24"/>
              </w:rPr>
            </w:pPr>
            <w:r w:rsidRPr="00415D23">
              <w:rPr>
                <w:rFonts w:ascii="Corbel" w:hAnsi="Corbel"/>
                <w:b w:val="0"/>
                <w:smallCaps w:val="0"/>
                <w:szCs w:val="24"/>
              </w:rPr>
              <w:t xml:space="preserve">Rogall H., </w:t>
            </w:r>
            <w:r w:rsidRPr="00415D23">
              <w:rPr>
                <w:rFonts w:ascii="Corbel" w:hAnsi="Corbel"/>
                <w:b w:val="0"/>
                <w:i/>
                <w:smallCaps w:val="0"/>
                <w:szCs w:val="24"/>
              </w:rPr>
              <w:t>Ekonomia zrównoważonego rozwoju</w:t>
            </w:r>
            <w:r w:rsidRPr="00415D23">
              <w:rPr>
                <w:rFonts w:ascii="Corbel" w:hAnsi="Corbel"/>
                <w:b w:val="0"/>
                <w:smallCaps w:val="0"/>
                <w:szCs w:val="24"/>
              </w:rPr>
              <w:t>, Zysk i S-ka, Warszawa 2010.</w:t>
            </w:r>
          </w:p>
          <w:p w14:paraId="075E8096" w14:textId="77777777" w:rsidR="00C40D74" w:rsidRDefault="00C40D74" w:rsidP="00E87ABF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6F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Stern 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A6F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56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Globalny 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A6F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Krytyki Politycznej, Warszawa</w:t>
            </w:r>
            <w:r w:rsidRPr="00DA6F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4F77AE31" w14:textId="77777777" w:rsidR="00C40D74" w:rsidRPr="007E358A" w:rsidRDefault="00C40D74" w:rsidP="0059402E">
            <w:pPr>
              <w:pStyle w:val="Punktygwne"/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7F2420">
              <w:rPr>
                <w:rFonts w:ascii="Corbel" w:hAnsi="Corbel"/>
                <w:b w:val="0"/>
                <w:smallCaps w:val="0"/>
                <w:szCs w:val="24"/>
              </w:rPr>
              <w:t xml:space="preserve">Strus D., </w:t>
            </w:r>
            <w:r w:rsidRPr="007F24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Polityka </w:t>
            </w:r>
            <w:r w:rsidRPr="009343B3">
              <w:rPr>
                <w:rFonts w:ascii="Corbel" w:hAnsi="Corbel"/>
                <w:b w:val="0"/>
                <w:i/>
                <w:smallCaps w:val="0"/>
                <w:szCs w:val="24"/>
              </w:rPr>
              <w:t>ekologiczna Polski po akcesji do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r w:rsidRPr="007E358A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ASPRA, Warszawa 2016.</w:t>
            </w:r>
          </w:p>
          <w:p w14:paraId="3D627461" w14:textId="77777777" w:rsidR="008F111E" w:rsidRPr="007E358A" w:rsidRDefault="00C40D74" w:rsidP="0050320B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7E3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Times of crisis, times of change: Science for accelerating transformations to</w:t>
            </w:r>
            <w:r w:rsidR="0050320B" w:rsidRPr="007E3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 </w:t>
            </w:r>
            <w:r w:rsidRPr="007E358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sustainable development</w:t>
            </w:r>
            <w:r w:rsidRPr="007E3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Global Sustainable Development Report, UN 2023.</w:t>
            </w:r>
          </w:p>
        </w:tc>
      </w:tr>
    </w:tbl>
    <w:p w14:paraId="70BA520D" w14:textId="77777777" w:rsidR="00DD5A1F" w:rsidRPr="007E358A" w:rsidRDefault="00DD5A1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36EAA446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2ACEC77" w14:textId="77777777" w:rsidR="008E268F" w:rsidRDefault="008E26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8E26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A049" w14:textId="77777777" w:rsidR="00934427" w:rsidRDefault="00934427" w:rsidP="00C16ABF">
      <w:pPr>
        <w:spacing w:after="0" w:line="240" w:lineRule="auto"/>
      </w:pPr>
      <w:r>
        <w:separator/>
      </w:r>
    </w:p>
  </w:endnote>
  <w:endnote w:type="continuationSeparator" w:id="0">
    <w:p w14:paraId="3261674C" w14:textId="77777777" w:rsidR="00934427" w:rsidRDefault="009344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37884" w14:textId="77777777" w:rsidR="00934427" w:rsidRDefault="00934427" w:rsidP="00C16ABF">
      <w:pPr>
        <w:spacing w:after="0" w:line="240" w:lineRule="auto"/>
      </w:pPr>
      <w:r>
        <w:separator/>
      </w:r>
    </w:p>
  </w:footnote>
  <w:footnote w:type="continuationSeparator" w:id="0">
    <w:p w14:paraId="293D7F5A" w14:textId="77777777" w:rsidR="00934427" w:rsidRDefault="00934427" w:rsidP="00C16ABF">
      <w:pPr>
        <w:spacing w:after="0" w:line="240" w:lineRule="auto"/>
      </w:pPr>
      <w:r>
        <w:continuationSeparator/>
      </w:r>
    </w:p>
  </w:footnote>
  <w:footnote w:id="1">
    <w:p w14:paraId="2B0DB867" w14:textId="77777777" w:rsidR="0086559A" w:rsidRDefault="008655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E09CC"/>
    <w:multiLevelType w:val="hybridMultilevel"/>
    <w:tmpl w:val="361410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AB2269"/>
    <w:multiLevelType w:val="multilevel"/>
    <w:tmpl w:val="BC4097F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7C61C8A"/>
    <w:multiLevelType w:val="hybridMultilevel"/>
    <w:tmpl w:val="D9B81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B0555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52268">
    <w:abstractNumId w:val="1"/>
  </w:num>
  <w:num w:numId="2" w16cid:durableId="1627199575">
    <w:abstractNumId w:val="2"/>
  </w:num>
  <w:num w:numId="3" w16cid:durableId="1394890065">
    <w:abstractNumId w:val="0"/>
  </w:num>
  <w:num w:numId="4" w16cid:durableId="6279715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9DD"/>
    <w:rsid w:val="000137AB"/>
    <w:rsid w:val="00014BF7"/>
    <w:rsid w:val="00015B8F"/>
    <w:rsid w:val="00016AEA"/>
    <w:rsid w:val="0002209F"/>
    <w:rsid w:val="00022ECE"/>
    <w:rsid w:val="00042A51"/>
    <w:rsid w:val="00042D2E"/>
    <w:rsid w:val="00044C82"/>
    <w:rsid w:val="000531B5"/>
    <w:rsid w:val="00064859"/>
    <w:rsid w:val="00070ED6"/>
    <w:rsid w:val="000742DC"/>
    <w:rsid w:val="00084C12"/>
    <w:rsid w:val="00090746"/>
    <w:rsid w:val="00091866"/>
    <w:rsid w:val="0009462C"/>
    <w:rsid w:val="00094B12"/>
    <w:rsid w:val="00096C46"/>
    <w:rsid w:val="000A296F"/>
    <w:rsid w:val="000A2A28"/>
    <w:rsid w:val="000A3CDF"/>
    <w:rsid w:val="000B113D"/>
    <w:rsid w:val="000B192D"/>
    <w:rsid w:val="000B28EE"/>
    <w:rsid w:val="000B3E37"/>
    <w:rsid w:val="000B4C55"/>
    <w:rsid w:val="000D04B0"/>
    <w:rsid w:val="000E1B99"/>
    <w:rsid w:val="000E1CB5"/>
    <w:rsid w:val="000E47FA"/>
    <w:rsid w:val="000E5CCC"/>
    <w:rsid w:val="000F1C57"/>
    <w:rsid w:val="000F5615"/>
    <w:rsid w:val="00101865"/>
    <w:rsid w:val="00120348"/>
    <w:rsid w:val="00124BFF"/>
    <w:rsid w:val="0012560E"/>
    <w:rsid w:val="00127108"/>
    <w:rsid w:val="001277CE"/>
    <w:rsid w:val="00134B13"/>
    <w:rsid w:val="00135F0B"/>
    <w:rsid w:val="00146BC0"/>
    <w:rsid w:val="0015386E"/>
    <w:rsid w:val="00153C41"/>
    <w:rsid w:val="00154381"/>
    <w:rsid w:val="00154CA2"/>
    <w:rsid w:val="001640A7"/>
    <w:rsid w:val="0016411B"/>
    <w:rsid w:val="00164FA7"/>
    <w:rsid w:val="00166A03"/>
    <w:rsid w:val="001718A7"/>
    <w:rsid w:val="001737CF"/>
    <w:rsid w:val="00176083"/>
    <w:rsid w:val="00176F51"/>
    <w:rsid w:val="0018693D"/>
    <w:rsid w:val="00192F37"/>
    <w:rsid w:val="001A70D2"/>
    <w:rsid w:val="001C3DD6"/>
    <w:rsid w:val="001C68B4"/>
    <w:rsid w:val="001D5B0E"/>
    <w:rsid w:val="001D657B"/>
    <w:rsid w:val="001D7B54"/>
    <w:rsid w:val="001E0209"/>
    <w:rsid w:val="001E62B7"/>
    <w:rsid w:val="001F1907"/>
    <w:rsid w:val="001F2CA2"/>
    <w:rsid w:val="001F6A8F"/>
    <w:rsid w:val="00207720"/>
    <w:rsid w:val="002077A3"/>
    <w:rsid w:val="002144C0"/>
    <w:rsid w:val="0022477D"/>
    <w:rsid w:val="00224D1F"/>
    <w:rsid w:val="002278A9"/>
    <w:rsid w:val="0023271D"/>
    <w:rsid w:val="00232BA4"/>
    <w:rsid w:val="002336F9"/>
    <w:rsid w:val="00235D79"/>
    <w:rsid w:val="0024028F"/>
    <w:rsid w:val="00244ABC"/>
    <w:rsid w:val="00250FCC"/>
    <w:rsid w:val="00253B0C"/>
    <w:rsid w:val="00281FF2"/>
    <w:rsid w:val="002857DE"/>
    <w:rsid w:val="00291567"/>
    <w:rsid w:val="0029177D"/>
    <w:rsid w:val="00292AF1"/>
    <w:rsid w:val="002A22BF"/>
    <w:rsid w:val="002A2389"/>
    <w:rsid w:val="002A514D"/>
    <w:rsid w:val="002A671D"/>
    <w:rsid w:val="002B4D55"/>
    <w:rsid w:val="002B4FE8"/>
    <w:rsid w:val="002B5EA0"/>
    <w:rsid w:val="002B6119"/>
    <w:rsid w:val="002B61FD"/>
    <w:rsid w:val="002C1F06"/>
    <w:rsid w:val="002D23BB"/>
    <w:rsid w:val="002D3151"/>
    <w:rsid w:val="002D3375"/>
    <w:rsid w:val="002D73D4"/>
    <w:rsid w:val="002E2D55"/>
    <w:rsid w:val="002E5B98"/>
    <w:rsid w:val="002F02A3"/>
    <w:rsid w:val="002F477B"/>
    <w:rsid w:val="002F4ABE"/>
    <w:rsid w:val="003018BA"/>
    <w:rsid w:val="0030395F"/>
    <w:rsid w:val="00305C92"/>
    <w:rsid w:val="00306803"/>
    <w:rsid w:val="003132EE"/>
    <w:rsid w:val="003151C5"/>
    <w:rsid w:val="003166E3"/>
    <w:rsid w:val="003169A7"/>
    <w:rsid w:val="00317863"/>
    <w:rsid w:val="00324EA2"/>
    <w:rsid w:val="003256CB"/>
    <w:rsid w:val="0033018B"/>
    <w:rsid w:val="003343CF"/>
    <w:rsid w:val="00346FE9"/>
    <w:rsid w:val="0034759A"/>
    <w:rsid w:val="003503F6"/>
    <w:rsid w:val="003530DD"/>
    <w:rsid w:val="00363F78"/>
    <w:rsid w:val="003655ED"/>
    <w:rsid w:val="0038380D"/>
    <w:rsid w:val="0038592A"/>
    <w:rsid w:val="0039051F"/>
    <w:rsid w:val="00395278"/>
    <w:rsid w:val="003A0A5B"/>
    <w:rsid w:val="003A1176"/>
    <w:rsid w:val="003A4F61"/>
    <w:rsid w:val="003A5911"/>
    <w:rsid w:val="003B1D25"/>
    <w:rsid w:val="003B2AE2"/>
    <w:rsid w:val="003B3703"/>
    <w:rsid w:val="003C0BAE"/>
    <w:rsid w:val="003C7193"/>
    <w:rsid w:val="003D18A9"/>
    <w:rsid w:val="003D6CE2"/>
    <w:rsid w:val="003E1941"/>
    <w:rsid w:val="003E2FE6"/>
    <w:rsid w:val="003E49D5"/>
    <w:rsid w:val="003E74C7"/>
    <w:rsid w:val="003F205D"/>
    <w:rsid w:val="003F2A44"/>
    <w:rsid w:val="003F38C0"/>
    <w:rsid w:val="003F733D"/>
    <w:rsid w:val="00402CBB"/>
    <w:rsid w:val="004048F3"/>
    <w:rsid w:val="00414E3C"/>
    <w:rsid w:val="00415D23"/>
    <w:rsid w:val="00417C23"/>
    <w:rsid w:val="00417D54"/>
    <w:rsid w:val="0042244A"/>
    <w:rsid w:val="0042745A"/>
    <w:rsid w:val="00431D5C"/>
    <w:rsid w:val="00434DC5"/>
    <w:rsid w:val="004362C6"/>
    <w:rsid w:val="00437FA2"/>
    <w:rsid w:val="00443CBD"/>
    <w:rsid w:val="00445970"/>
    <w:rsid w:val="0045264B"/>
    <w:rsid w:val="0045555E"/>
    <w:rsid w:val="00461EFC"/>
    <w:rsid w:val="004652C2"/>
    <w:rsid w:val="004706D1"/>
    <w:rsid w:val="00470D09"/>
    <w:rsid w:val="00471326"/>
    <w:rsid w:val="00471D6E"/>
    <w:rsid w:val="0047598D"/>
    <w:rsid w:val="004770FA"/>
    <w:rsid w:val="004779D3"/>
    <w:rsid w:val="004840FD"/>
    <w:rsid w:val="0048428D"/>
    <w:rsid w:val="00490F7D"/>
    <w:rsid w:val="00491678"/>
    <w:rsid w:val="00494A51"/>
    <w:rsid w:val="0049648A"/>
    <w:rsid w:val="004968E2"/>
    <w:rsid w:val="00496F17"/>
    <w:rsid w:val="004A2A43"/>
    <w:rsid w:val="004A3EEA"/>
    <w:rsid w:val="004A4D1F"/>
    <w:rsid w:val="004A593E"/>
    <w:rsid w:val="004A66FE"/>
    <w:rsid w:val="004A6769"/>
    <w:rsid w:val="004C1BBA"/>
    <w:rsid w:val="004C433A"/>
    <w:rsid w:val="004C4ABD"/>
    <w:rsid w:val="004D5282"/>
    <w:rsid w:val="004D744B"/>
    <w:rsid w:val="004E5A36"/>
    <w:rsid w:val="004E616A"/>
    <w:rsid w:val="004F07C2"/>
    <w:rsid w:val="004F1551"/>
    <w:rsid w:val="004F1B1D"/>
    <w:rsid w:val="004F55A3"/>
    <w:rsid w:val="004F5975"/>
    <w:rsid w:val="004F59E5"/>
    <w:rsid w:val="00501AF4"/>
    <w:rsid w:val="0050320B"/>
    <w:rsid w:val="0050496F"/>
    <w:rsid w:val="00513B6F"/>
    <w:rsid w:val="00517C63"/>
    <w:rsid w:val="0052027E"/>
    <w:rsid w:val="00530168"/>
    <w:rsid w:val="005363C4"/>
    <w:rsid w:val="00536BDE"/>
    <w:rsid w:val="005406E4"/>
    <w:rsid w:val="00543233"/>
    <w:rsid w:val="00543ACC"/>
    <w:rsid w:val="00561C48"/>
    <w:rsid w:val="0056696D"/>
    <w:rsid w:val="00576686"/>
    <w:rsid w:val="005813E2"/>
    <w:rsid w:val="005841AA"/>
    <w:rsid w:val="0059402E"/>
    <w:rsid w:val="005945D8"/>
    <w:rsid w:val="0059484D"/>
    <w:rsid w:val="005A0855"/>
    <w:rsid w:val="005A3196"/>
    <w:rsid w:val="005B193C"/>
    <w:rsid w:val="005B2CBD"/>
    <w:rsid w:val="005B7219"/>
    <w:rsid w:val="005C080F"/>
    <w:rsid w:val="005C0AFA"/>
    <w:rsid w:val="005C55E5"/>
    <w:rsid w:val="005C5E94"/>
    <w:rsid w:val="005C696A"/>
    <w:rsid w:val="005E68FB"/>
    <w:rsid w:val="005E6E85"/>
    <w:rsid w:val="005F0473"/>
    <w:rsid w:val="005F270D"/>
    <w:rsid w:val="005F31D2"/>
    <w:rsid w:val="00602541"/>
    <w:rsid w:val="00604320"/>
    <w:rsid w:val="00604548"/>
    <w:rsid w:val="00606801"/>
    <w:rsid w:val="0061029B"/>
    <w:rsid w:val="0061404C"/>
    <w:rsid w:val="00617230"/>
    <w:rsid w:val="0062125C"/>
    <w:rsid w:val="00621CE1"/>
    <w:rsid w:val="00626DDA"/>
    <w:rsid w:val="00627FC9"/>
    <w:rsid w:val="00647FA8"/>
    <w:rsid w:val="00650C5F"/>
    <w:rsid w:val="00654934"/>
    <w:rsid w:val="0065695F"/>
    <w:rsid w:val="006620D9"/>
    <w:rsid w:val="00662FFA"/>
    <w:rsid w:val="0066592B"/>
    <w:rsid w:val="0066689A"/>
    <w:rsid w:val="0067006E"/>
    <w:rsid w:val="00671958"/>
    <w:rsid w:val="00675843"/>
    <w:rsid w:val="006771B0"/>
    <w:rsid w:val="00681951"/>
    <w:rsid w:val="0069334C"/>
    <w:rsid w:val="00696477"/>
    <w:rsid w:val="006B1652"/>
    <w:rsid w:val="006B4FA8"/>
    <w:rsid w:val="006B616D"/>
    <w:rsid w:val="006D050F"/>
    <w:rsid w:val="006D20E1"/>
    <w:rsid w:val="006D6139"/>
    <w:rsid w:val="006E052E"/>
    <w:rsid w:val="006E5D65"/>
    <w:rsid w:val="006F1282"/>
    <w:rsid w:val="006F1FBC"/>
    <w:rsid w:val="006F31E2"/>
    <w:rsid w:val="006F6DC0"/>
    <w:rsid w:val="00701269"/>
    <w:rsid w:val="00706544"/>
    <w:rsid w:val="00706B11"/>
    <w:rsid w:val="007072BA"/>
    <w:rsid w:val="00707BD6"/>
    <w:rsid w:val="00714100"/>
    <w:rsid w:val="007157A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A0F"/>
    <w:rsid w:val="0078168C"/>
    <w:rsid w:val="007842F3"/>
    <w:rsid w:val="0078584F"/>
    <w:rsid w:val="00787C2A"/>
    <w:rsid w:val="00790E27"/>
    <w:rsid w:val="0079337D"/>
    <w:rsid w:val="007938E2"/>
    <w:rsid w:val="007A4022"/>
    <w:rsid w:val="007A6E6E"/>
    <w:rsid w:val="007B2402"/>
    <w:rsid w:val="007C3299"/>
    <w:rsid w:val="007C3BCC"/>
    <w:rsid w:val="007C4546"/>
    <w:rsid w:val="007D60F6"/>
    <w:rsid w:val="007D6E56"/>
    <w:rsid w:val="007E358A"/>
    <w:rsid w:val="007F2420"/>
    <w:rsid w:val="007F4155"/>
    <w:rsid w:val="007F791C"/>
    <w:rsid w:val="00807F9F"/>
    <w:rsid w:val="0081554D"/>
    <w:rsid w:val="0081707E"/>
    <w:rsid w:val="0082335D"/>
    <w:rsid w:val="0082519A"/>
    <w:rsid w:val="008272F4"/>
    <w:rsid w:val="008415B7"/>
    <w:rsid w:val="00843EE8"/>
    <w:rsid w:val="008449B3"/>
    <w:rsid w:val="00852315"/>
    <w:rsid w:val="008552A2"/>
    <w:rsid w:val="0085747A"/>
    <w:rsid w:val="0086559A"/>
    <w:rsid w:val="00882AD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E2F"/>
    <w:rsid w:val="008D1DB8"/>
    <w:rsid w:val="008D3DFB"/>
    <w:rsid w:val="008E268F"/>
    <w:rsid w:val="008E64F4"/>
    <w:rsid w:val="008F111E"/>
    <w:rsid w:val="008F12C9"/>
    <w:rsid w:val="008F6E29"/>
    <w:rsid w:val="00900E27"/>
    <w:rsid w:val="00900ED2"/>
    <w:rsid w:val="00906EEB"/>
    <w:rsid w:val="00907552"/>
    <w:rsid w:val="00911AC4"/>
    <w:rsid w:val="00912CD2"/>
    <w:rsid w:val="009135BC"/>
    <w:rsid w:val="00915BF3"/>
    <w:rsid w:val="00916188"/>
    <w:rsid w:val="0092045C"/>
    <w:rsid w:val="00923D7D"/>
    <w:rsid w:val="00930A62"/>
    <w:rsid w:val="009343B3"/>
    <w:rsid w:val="00934427"/>
    <w:rsid w:val="009439D6"/>
    <w:rsid w:val="009448DF"/>
    <w:rsid w:val="009508DF"/>
    <w:rsid w:val="00950DAC"/>
    <w:rsid w:val="00954A07"/>
    <w:rsid w:val="00965FBA"/>
    <w:rsid w:val="00973476"/>
    <w:rsid w:val="00980078"/>
    <w:rsid w:val="0098259F"/>
    <w:rsid w:val="0099773C"/>
    <w:rsid w:val="00997F14"/>
    <w:rsid w:val="009A4AAD"/>
    <w:rsid w:val="009A58EF"/>
    <w:rsid w:val="009A78D9"/>
    <w:rsid w:val="009C3B9B"/>
    <w:rsid w:val="009C3E31"/>
    <w:rsid w:val="009C54AE"/>
    <w:rsid w:val="009C788E"/>
    <w:rsid w:val="009D3F3B"/>
    <w:rsid w:val="009D5DC2"/>
    <w:rsid w:val="009E0543"/>
    <w:rsid w:val="009E201F"/>
    <w:rsid w:val="009E3B41"/>
    <w:rsid w:val="009E5610"/>
    <w:rsid w:val="009F3C5C"/>
    <w:rsid w:val="009F4610"/>
    <w:rsid w:val="00A00C0D"/>
    <w:rsid w:val="00A00ECC"/>
    <w:rsid w:val="00A11C1D"/>
    <w:rsid w:val="00A155EE"/>
    <w:rsid w:val="00A16759"/>
    <w:rsid w:val="00A169F9"/>
    <w:rsid w:val="00A16C31"/>
    <w:rsid w:val="00A218A6"/>
    <w:rsid w:val="00A21A76"/>
    <w:rsid w:val="00A2245B"/>
    <w:rsid w:val="00A30110"/>
    <w:rsid w:val="00A30187"/>
    <w:rsid w:val="00A36899"/>
    <w:rsid w:val="00A371F6"/>
    <w:rsid w:val="00A40B8E"/>
    <w:rsid w:val="00A42CA0"/>
    <w:rsid w:val="00A43829"/>
    <w:rsid w:val="00A43BF6"/>
    <w:rsid w:val="00A53FA5"/>
    <w:rsid w:val="00A54817"/>
    <w:rsid w:val="00A601C8"/>
    <w:rsid w:val="00A60799"/>
    <w:rsid w:val="00A623BF"/>
    <w:rsid w:val="00A64BCC"/>
    <w:rsid w:val="00A82F95"/>
    <w:rsid w:val="00A84C85"/>
    <w:rsid w:val="00A97DE1"/>
    <w:rsid w:val="00AA49F1"/>
    <w:rsid w:val="00AB053C"/>
    <w:rsid w:val="00AB69DB"/>
    <w:rsid w:val="00AC049B"/>
    <w:rsid w:val="00AD1146"/>
    <w:rsid w:val="00AD27D3"/>
    <w:rsid w:val="00AD66D6"/>
    <w:rsid w:val="00AE1160"/>
    <w:rsid w:val="00AE203C"/>
    <w:rsid w:val="00AE2E74"/>
    <w:rsid w:val="00AE3773"/>
    <w:rsid w:val="00AE5FCB"/>
    <w:rsid w:val="00AE797F"/>
    <w:rsid w:val="00AF2C1E"/>
    <w:rsid w:val="00AF742B"/>
    <w:rsid w:val="00B0597E"/>
    <w:rsid w:val="00B06142"/>
    <w:rsid w:val="00B101D5"/>
    <w:rsid w:val="00B135B1"/>
    <w:rsid w:val="00B21F15"/>
    <w:rsid w:val="00B2249C"/>
    <w:rsid w:val="00B3130B"/>
    <w:rsid w:val="00B344B4"/>
    <w:rsid w:val="00B35C70"/>
    <w:rsid w:val="00B40ADB"/>
    <w:rsid w:val="00B41052"/>
    <w:rsid w:val="00B423BE"/>
    <w:rsid w:val="00B43B77"/>
    <w:rsid w:val="00B43E80"/>
    <w:rsid w:val="00B607DB"/>
    <w:rsid w:val="00B6607C"/>
    <w:rsid w:val="00B66529"/>
    <w:rsid w:val="00B721DA"/>
    <w:rsid w:val="00B75946"/>
    <w:rsid w:val="00B8056E"/>
    <w:rsid w:val="00B819C8"/>
    <w:rsid w:val="00B82308"/>
    <w:rsid w:val="00B90885"/>
    <w:rsid w:val="00B937B1"/>
    <w:rsid w:val="00B95581"/>
    <w:rsid w:val="00BA1465"/>
    <w:rsid w:val="00BA7270"/>
    <w:rsid w:val="00BB520A"/>
    <w:rsid w:val="00BB6D49"/>
    <w:rsid w:val="00BC03AA"/>
    <w:rsid w:val="00BD0659"/>
    <w:rsid w:val="00BD3869"/>
    <w:rsid w:val="00BD62E7"/>
    <w:rsid w:val="00BD66E9"/>
    <w:rsid w:val="00BD6FF4"/>
    <w:rsid w:val="00BE06FB"/>
    <w:rsid w:val="00BE3E86"/>
    <w:rsid w:val="00BE5533"/>
    <w:rsid w:val="00BF2C41"/>
    <w:rsid w:val="00C058B4"/>
    <w:rsid w:val="00C05F44"/>
    <w:rsid w:val="00C06D02"/>
    <w:rsid w:val="00C11D96"/>
    <w:rsid w:val="00C131B5"/>
    <w:rsid w:val="00C16ABF"/>
    <w:rsid w:val="00C170AE"/>
    <w:rsid w:val="00C2420A"/>
    <w:rsid w:val="00C26CB7"/>
    <w:rsid w:val="00C324C1"/>
    <w:rsid w:val="00C344A3"/>
    <w:rsid w:val="00C36992"/>
    <w:rsid w:val="00C40D74"/>
    <w:rsid w:val="00C56036"/>
    <w:rsid w:val="00C569A8"/>
    <w:rsid w:val="00C61DC5"/>
    <w:rsid w:val="00C67E92"/>
    <w:rsid w:val="00C702BA"/>
    <w:rsid w:val="00C70A26"/>
    <w:rsid w:val="00C7633C"/>
    <w:rsid w:val="00C766DF"/>
    <w:rsid w:val="00C94B98"/>
    <w:rsid w:val="00CA1032"/>
    <w:rsid w:val="00CA2B96"/>
    <w:rsid w:val="00CA5089"/>
    <w:rsid w:val="00CB653E"/>
    <w:rsid w:val="00CC00C6"/>
    <w:rsid w:val="00CC343D"/>
    <w:rsid w:val="00CC38E9"/>
    <w:rsid w:val="00CD56F1"/>
    <w:rsid w:val="00CD6897"/>
    <w:rsid w:val="00CE5BAC"/>
    <w:rsid w:val="00CF25BE"/>
    <w:rsid w:val="00CF5127"/>
    <w:rsid w:val="00CF6F8F"/>
    <w:rsid w:val="00CF78ED"/>
    <w:rsid w:val="00D000CD"/>
    <w:rsid w:val="00D02B25"/>
    <w:rsid w:val="00D02EBA"/>
    <w:rsid w:val="00D05C80"/>
    <w:rsid w:val="00D072FD"/>
    <w:rsid w:val="00D074ED"/>
    <w:rsid w:val="00D11F15"/>
    <w:rsid w:val="00D1634D"/>
    <w:rsid w:val="00D17C3C"/>
    <w:rsid w:val="00D2248A"/>
    <w:rsid w:val="00D22B0B"/>
    <w:rsid w:val="00D26B2C"/>
    <w:rsid w:val="00D26C40"/>
    <w:rsid w:val="00D27768"/>
    <w:rsid w:val="00D302E3"/>
    <w:rsid w:val="00D352C9"/>
    <w:rsid w:val="00D425B2"/>
    <w:rsid w:val="00D428D6"/>
    <w:rsid w:val="00D429B1"/>
    <w:rsid w:val="00D47C16"/>
    <w:rsid w:val="00D531BA"/>
    <w:rsid w:val="00D552B2"/>
    <w:rsid w:val="00D5608F"/>
    <w:rsid w:val="00D608D1"/>
    <w:rsid w:val="00D60E2C"/>
    <w:rsid w:val="00D61491"/>
    <w:rsid w:val="00D63A1B"/>
    <w:rsid w:val="00D65D90"/>
    <w:rsid w:val="00D72599"/>
    <w:rsid w:val="00D73B8C"/>
    <w:rsid w:val="00D73F18"/>
    <w:rsid w:val="00D74119"/>
    <w:rsid w:val="00D8075B"/>
    <w:rsid w:val="00D8678B"/>
    <w:rsid w:val="00D8706A"/>
    <w:rsid w:val="00DA2114"/>
    <w:rsid w:val="00DA6F6C"/>
    <w:rsid w:val="00DB1A41"/>
    <w:rsid w:val="00DB6584"/>
    <w:rsid w:val="00DC173D"/>
    <w:rsid w:val="00DC55DE"/>
    <w:rsid w:val="00DD0F6B"/>
    <w:rsid w:val="00DD2D88"/>
    <w:rsid w:val="00DD5A1F"/>
    <w:rsid w:val="00DD7B57"/>
    <w:rsid w:val="00DE09C0"/>
    <w:rsid w:val="00DE0AD8"/>
    <w:rsid w:val="00DE17A3"/>
    <w:rsid w:val="00DE4308"/>
    <w:rsid w:val="00DE4A14"/>
    <w:rsid w:val="00DF320D"/>
    <w:rsid w:val="00DF482A"/>
    <w:rsid w:val="00DF71C8"/>
    <w:rsid w:val="00E006E3"/>
    <w:rsid w:val="00E071F9"/>
    <w:rsid w:val="00E076A8"/>
    <w:rsid w:val="00E129B8"/>
    <w:rsid w:val="00E2145F"/>
    <w:rsid w:val="00E21E7D"/>
    <w:rsid w:val="00E22FBC"/>
    <w:rsid w:val="00E24BF5"/>
    <w:rsid w:val="00E25338"/>
    <w:rsid w:val="00E40F5C"/>
    <w:rsid w:val="00E41E88"/>
    <w:rsid w:val="00E51E44"/>
    <w:rsid w:val="00E559B3"/>
    <w:rsid w:val="00E57053"/>
    <w:rsid w:val="00E63348"/>
    <w:rsid w:val="00E64184"/>
    <w:rsid w:val="00E742AA"/>
    <w:rsid w:val="00E77E88"/>
    <w:rsid w:val="00E8107D"/>
    <w:rsid w:val="00E87ABF"/>
    <w:rsid w:val="00E960BB"/>
    <w:rsid w:val="00EA0F4D"/>
    <w:rsid w:val="00EA1694"/>
    <w:rsid w:val="00EA2074"/>
    <w:rsid w:val="00EA4832"/>
    <w:rsid w:val="00EA4E9D"/>
    <w:rsid w:val="00EA73FC"/>
    <w:rsid w:val="00EB20E4"/>
    <w:rsid w:val="00EB4EF0"/>
    <w:rsid w:val="00EB5361"/>
    <w:rsid w:val="00EC3592"/>
    <w:rsid w:val="00EC4899"/>
    <w:rsid w:val="00EC5A2C"/>
    <w:rsid w:val="00ED03AB"/>
    <w:rsid w:val="00ED15E6"/>
    <w:rsid w:val="00ED32D2"/>
    <w:rsid w:val="00EE32DE"/>
    <w:rsid w:val="00EE5457"/>
    <w:rsid w:val="00F00DFF"/>
    <w:rsid w:val="00F01E99"/>
    <w:rsid w:val="00F04AEF"/>
    <w:rsid w:val="00F070AB"/>
    <w:rsid w:val="00F074E1"/>
    <w:rsid w:val="00F17567"/>
    <w:rsid w:val="00F20F4F"/>
    <w:rsid w:val="00F27A7B"/>
    <w:rsid w:val="00F32F58"/>
    <w:rsid w:val="00F33E82"/>
    <w:rsid w:val="00F34D5A"/>
    <w:rsid w:val="00F505CE"/>
    <w:rsid w:val="00F526AF"/>
    <w:rsid w:val="00F571C0"/>
    <w:rsid w:val="00F6038D"/>
    <w:rsid w:val="00F617C3"/>
    <w:rsid w:val="00F66B9A"/>
    <w:rsid w:val="00F673EF"/>
    <w:rsid w:val="00F7066B"/>
    <w:rsid w:val="00F743E2"/>
    <w:rsid w:val="00F83B28"/>
    <w:rsid w:val="00F83C56"/>
    <w:rsid w:val="00F96F00"/>
    <w:rsid w:val="00F974DA"/>
    <w:rsid w:val="00F97533"/>
    <w:rsid w:val="00FA46E5"/>
    <w:rsid w:val="00FA781F"/>
    <w:rsid w:val="00FB531A"/>
    <w:rsid w:val="00FB7800"/>
    <w:rsid w:val="00FB7DBA"/>
    <w:rsid w:val="00FC1C25"/>
    <w:rsid w:val="00FC3F45"/>
    <w:rsid w:val="00FC48BB"/>
    <w:rsid w:val="00FD17DF"/>
    <w:rsid w:val="00FD1BD1"/>
    <w:rsid w:val="00FD503F"/>
    <w:rsid w:val="00FD7589"/>
    <w:rsid w:val="00FE1397"/>
    <w:rsid w:val="00FE4934"/>
    <w:rsid w:val="00FF016A"/>
    <w:rsid w:val="00FF0EBB"/>
    <w:rsid w:val="00FF1401"/>
    <w:rsid w:val="00FF506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229E"/>
  <w15:docId w15:val="{B7362834-A701-4D4F-8B71-A20B5D93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7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77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7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1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4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0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98215-D096-44CF-BDF6-3DD7F0218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376</TotalTime>
  <Pages>5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11</cp:revision>
  <cp:lastPrinted>2019-02-06T12:12:00Z</cp:lastPrinted>
  <dcterms:created xsi:type="dcterms:W3CDTF">2025-01-21T20:01:00Z</dcterms:created>
  <dcterms:modified xsi:type="dcterms:W3CDTF">2025-03-10T06:04:00Z</dcterms:modified>
</cp:coreProperties>
</file>